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1C14D" w14:textId="2F0D2984" w:rsidR="00192BB6" w:rsidRPr="00B91502" w:rsidRDefault="006E1AC8" w:rsidP="00273E6F">
      <w:pPr>
        <w:pStyle w:val="Nombredelacompaa"/>
        <w:jc w:val="right"/>
        <w:rPr>
          <w:b/>
          <w:bCs/>
        </w:rPr>
      </w:pPr>
      <w:r w:rsidRPr="00B91502">
        <w:rPr>
          <w:b/>
          <w:bCs/>
        </w:rPr>
        <w:t>Fecha</w:t>
      </w:r>
    </w:p>
    <w:p w14:paraId="09A0CAE4" w14:textId="21CF875E" w:rsidR="00192BB6" w:rsidRDefault="006E1AC8" w:rsidP="00273E6F">
      <w:pPr>
        <w:pStyle w:val="Nombredelacompaa"/>
        <w:jc w:val="right"/>
        <w:rPr>
          <w:b/>
          <w:bCs/>
        </w:rPr>
      </w:pPr>
      <w:r w:rsidRPr="00B91502">
        <w:rPr>
          <w:b/>
          <w:bCs/>
        </w:rPr>
        <w:t>25</w:t>
      </w:r>
      <w:r w:rsidR="005E2C3B" w:rsidRPr="00B91502">
        <w:rPr>
          <w:b/>
          <w:bCs/>
        </w:rPr>
        <w:t xml:space="preserve"> de diciembre de 2022</w:t>
      </w:r>
    </w:p>
    <w:p w14:paraId="3188DC6B" w14:textId="6A7CC258" w:rsidR="00A7483E" w:rsidRDefault="00A7483E" w:rsidP="00273E6F">
      <w:pPr>
        <w:pStyle w:val="Nombredelacompaa"/>
        <w:jc w:val="right"/>
        <w:rPr>
          <w:b/>
          <w:bCs/>
        </w:rPr>
      </w:pPr>
    </w:p>
    <w:p w14:paraId="2857E0C9" w14:textId="77777777" w:rsidR="00B552F2" w:rsidRDefault="00B552F2" w:rsidP="00054A29">
      <w:pPr>
        <w:pStyle w:val="Nombredelacompaa"/>
        <w:jc w:val="left"/>
        <w:rPr>
          <w:color w:val="FF0000"/>
        </w:rPr>
      </w:pPr>
    </w:p>
    <w:p w14:paraId="69ECA815" w14:textId="0F9B376C" w:rsidR="00192BB6" w:rsidRDefault="007F00D9" w:rsidP="00054A29">
      <w:pPr>
        <w:pStyle w:val="Nombredelacompaa"/>
        <w:jc w:val="left"/>
        <w:rPr>
          <w:color w:val="FF0000"/>
        </w:rPr>
      </w:pPr>
      <w:r>
        <w:rPr>
          <w:color w:val="FF0000"/>
        </w:rPr>
        <w:t>Estimado</w:t>
      </w:r>
      <w:r w:rsidR="00054A29" w:rsidRPr="00054A29">
        <w:rPr>
          <w:color w:val="FF0000"/>
        </w:rPr>
        <w:t>(a):</w:t>
      </w:r>
      <w:r w:rsidR="00C20A0A">
        <w:rPr>
          <w:color w:val="FF0000"/>
        </w:rPr>
        <w:t xml:space="preserve"> </w:t>
      </w:r>
      <w:r w:rsidR="00C20A0A">
        <w:rPr>
          <w:color w:val="FF0000"/>
        </w:rPr>
        <w:fldChar w:fldCharType="begin"/>
      </w:r>
      <w:r w:rsidR="00C20A0A">
        <w:rPr>
          <w:color w:val="FF0000"/>
        </w:rPr>
        <w:instrText xml:space="preserve"> MERGEFIELD Nombres </w:instrText>
      </w:r>
      <w:r w:rsidR="00364A99">
        <w:rPr>
          <w:color w:val="FF0000"/>
        </w:rPr>
        <w:fldChar w:fldCharType="separate"/>
      </w:r>
      <w:r w:rsidR="00364A99">
        <w:rPr>
          <w:noProof/>
          <w:color w:val="FF0000"/>
        </w:rPr>
        <w:t>«Nombres»</w:t>
      </w:r>
      <w:r w:rsidR="00C20A0A">
        <w:rPr>
          <w:color w:val="FF0000"/>
        </w:rPr>
        <w:fldChar w:fldCharType="end"/>
      </w:r>
      <w:r w:rsidR="00F85F57">
        <w:rPr>
          <w:color w:val="FF0000"/>
        </w:rPr>
        <w:t xml:space="preserve"> </w:t>
      </w:r>
      <w:r w:rsidR="00C20A0A">
        <w:rPr>
          <w:color w:val="FF0000"/>
        </w:rPr>
        <w:fldChar w:fldCharType="begin"/>
      </w:r>
      <w:r w:rsidR="00C20A0A">
        <w:rPr>
          <w:color w:val="FF0000"/>
        </w:rPr>
        <w:instrText xml:space="preserve"> MERGEFIELD Apellidos </w:instrText>
      </w:r>
      <w:r w:rsidR="00364A99">
        <w:rPr>
          <w:color w:val="FF0000"/>
        </w:rPr>
        <w:fldChar w:fldCharType="separate"/>
      </w:r>
      <w:r w:rsidR="00364A99">
        <w:rPr>
          <w:noProof/>
          <w:color w:val="FF0000"/>
        </w:rPr>
        <w:t>«Apellidos»</w:t>
      </w:r>
      <w:r w:rsidR="00C20A0A">
        <w:rPr>
          <w:color w:val="FF0000"/>
        </w:rPr>
        <w:fldChar w:fldCharType="end"/>
      </w:r>
    </w:p>
    <w:p w14:paraId="5958D56E" w14:textId="61C50526" w:rsidR="00054A29" w:rsidRDefault="00054A29" w:rsidP="00054A29">
      <w:pPr>
        <w:pStyle w:val="Nombredelacompaa"/>
        <w:jc w:val="left"/>
        <w:rPr>
          <w:color w:val="FF0000"/>
        </w:rPr>
      </w:pPr>
    </w:p>
    <w:p w14:paraId="137ACA98" w14:textId="77777777" w:rsidR="004C3DCD" w:rsidRDefault="004C3DCD" w:rsidP="00054A29">
      <w:pPr>
        <w:pStyle w:val="Nombredelacompaa"/>
        <w:jc w:val="left"/>
        <w:rPr>
          <w:color w:val="76923C" w:themeColor="accent3" w:themeShade="BF"/>
        </w:rPr>
      </w:pPr>
    </w:p>
    <w:p w14:paraId="33A07898" w14:textId="2E5F277E" w:rsidR="001761F1" w:rsidRDefault="003122E5" w:rsidP="007B6D42">
      <w:pPr>
        <w:pStyle w:val="Nombredelacompaa"/>
        <w:jc w:val="left"/>
        <w:rPr>
          <w:color w:val="76923C" w:themeColor="accent3" w:themeShade="BF"/>
        </w:rPr>
      </w:pPr>
      <w:r>
        <w:rPr>
          <w:color w:val="76923C" w:themeColor="accent3" w:themeShade="BF"/>
        </w:rPr>
        <w:t xml:space="preserve">Tenemos el gusto de invitarle a </w:t>
      </w:r>
      <w:r w:rsidR="00637146">
        <w:rPr>
          <w:color w:val="76923C" w:themeColor="accent3" w:themeShade="BF"/>
        </w:rPr>
        <w:t xml:space="preserve">la obra de teatro anual </w:t>
      </w:r>
    </w:p>
    <w:p w14:paraId="264031F7" w14:textId="1F51DA82" w:rsidR="00185E73" w:rsidRDefault="00637146" w:rsidP="007B6D42">
      <w:pPr>
        <w:pStyle w:val="Nombredelacompaa"/>
        <w:jc w:val="left"/>
        <w:rPr>
          <w:color w:val="76923C" w:themeColor="accent3" w:themeShade="BF"/>
        </w:rPr>
      </w:pPr>
      <w:r>
        <w:rPr>
          <w:color w:val="76923C" w:themeColor="accent3" w:themeShade="BF"/>
        </w:rPr>
        <w:t>“Las Cartas de Santa C</w:t>
      </w:r>
      <w:r w:rsidR="00FD60CA">
        <w:rPr>
          <w:color w:val="76923C" w:themeColor="accent3" w:themeShade="BF"/>
        </w:rPr>
        <w:t>laus”</w:t>
      </w:r>
      <w:r w:rsidR="00C44985">
        <w:rPr>
          <w:color w:val="76923C" w:themeColor="accent3" w:themeShade="BF"/>
        </w:rPr>
        <w:t xml:space="preserve">, que </w:t>
      </w:r>
      <w:r w:rsidR="002E28D8">
        <w:rPr>
          <w:color w:val="76923C" w:themeColor="accent3" w:themeShade="BF"/>
        </w:rPr>
        <w:t xml:space="preserve">se </w:t>
      </w:r>
      <w:r w:rsidR="006F2D17">
        <w:rPr>
          <w:color w:val="76923C" w:themeColor="accent3" w:themeShade="BF"/>
        </w:rPr>
        <w:t xml:space="preserve">llevara acabo en el teatro nacional, </w:t>
      </w:r>
      <w:r w:rsidR="00E625C8">
        <w:rPr>
          <w:color w:val="76923C" w:themeColor="accent3" w:themeShade="BF"/>
        </w:rPr>
        <w:t>en la fecha</w:t>
      </w:r>
      <w:r w:rsidR="001761F1" w:rsidRPr="001761F1">
        <w:rPr>
          <w:color w:val="76923C" w:themeColor="accent3" w:themeShade="BF"/>
        </w:rPr>
        <w:t xml:space="preserve"> 25 de diciembre de 2022</w:t>
      </w:r>
      <w:r w:rsidR="001761F1">
        <w:rPr>
          <w:color w:val="76923C" w:themeColor="accent3" w:themeShade="BF"/>
        </w:rPr>
        <w:t>.</w:t>
      </w:r>
    </w:p>
    <w:p w14:paraId="092A1473" w14:textId="77777777" w:rsidR="004C3DCD" w:rsidRDefault="004C3DCD" w:rsidP="007B6D42">
      <w:pPr>
        <w:pStyle w:val="Nombredelacompaa"/>
        <w:jc w:val="left"/>
        <w:rPr>
          <w:color w:val="76923C" w:themeColor="accent3" w:themeShade="BF"/>
        </w:rPr>
      </w:pPr>
    </w:p>
    <w:p w14:paraId="6F5B511D" w14:textId="77777777" w:rsidR="0079374B" w:rsidRDefault="00A94326" w:rsidP="007B6D42">
      <w:pPr>
        <w:pStyle w:val="Nombredelacompaa"/>
        <w:jc w:val="left"/>
        <w:rPr>
          <w:color w:val="76923C" w:themeColor="accent3" w:themeShade="BF"/>
        </w:rPr>
      </w:pPr>
      <w:r w:rsidRPr="009A046E">
        <w:rPr>
          <w:color w:val="76923C" w:themeColor="accent3" w:themeShade="BF"/>
        </w:rPr>
        <w:t>De igual manera</w:t>
      </w:r>
      <w:r w:rsidR="00FF43F9" w:rsidRPr="009A046E">
        <w:rPr>
          <w:color w:val="76923C" w:themeColor="accent3" w:themeShade="BF"/>
        </w:rPr>
        <w:t xml:space="preserve"> es bien sabido las complicaciones que ha traído la pandemia</w:t>
      </w:r>
      <w:r w:rsidR="00F92044" w:rsidRPr="009A046E">
        <w:rPr>
          <w:color w:val="76923C" w:themeColor="accent3" w:themeShade="BF"/>
        </w:rPr>
        <w:t>,</w:t>
      </w:r>
      <w:r w:rsidR="00FF43F9" w:rsidRPr="009A046E">
        <w:rPr>
          <w:color w:val="76923C" w:themeColor="accent3" w:themeShade="BF"/>
        </w:rPr>
        <w:t xml:space="preserve"> por </w:t>
      </w:r>
      <w:r w:rsidR="00F92044" w:rsidRPr="009A046E">
        <w:rPr>
          <w:color w:val="76923C" w:themeColor="accent3" w:themeShade="BF"/>
        </w:rPr>
        <w:t>tal razón</w:t>
      </w:r>
      <w:r w:rsidR="009968E1">
        <w:rPr>
          <w:color w:val="76923C" w:themeColor="accent3" w:themeShade="BF"/>
        </w:rPr>
        <w:t xml:space="preserve"> estaremos en control total del teatro</w:t>
      </w:r>
      <w:r w:rsidR="004C3DCD">
        <w:rPr>
          <w:color w:val="76923C" w:themeColor="accent3" w:themeShade="BF"/>
        </w:rPr>
        <w:t xml:space="preserve">, asignando </w:t>
      </w:r>
      <w:r w:rsidR="0079374B">
        <w:rPr>
          <w:color w:val="76923C" w:themeColor="accent3" w:themeShade="BF"/>
        </w:rPr>
        <w:t>los puestos y grupos.</w:t>
      </w:r>
    </w:p>
    <w:p w14:paraId="4BF75621" w14:textId="77777777" w:rsidR="0079374B" w:rsidRDefault="0079374B" w:rsidP="007B6D42">
      <w:pPr>
        <w:pStyle w:val="Nombredelacompaa"/>
        <w:jc w:val="left"/>
        <w:rPr>
          <w:color w:val="76923C" w:themeColor="accent3" w:themeShade="BF"/>
        </w:rPr>
      </w:pPr>
    </w:p>
    <w:p w14:paraId="67801829" w14:textId="21D24298" w:rsidR="00273E6F" w:rsidRDefault="00760534" w:rsidP="007B6D42">
      <w:pPr>
        <w:pStyle w:val="Nombredelacompaa"/>
        <w:jc w:val="left"/>
        <w:rPr>
          <w:color w:val="76923C" w:themeColor="accent3" w:themeShade="BF"/>
        </w:rPr>
      </w:pPr>
      <w:r w:rsidRPr="00617022">
        <w:rPr>
          <w:color w:val="76923C" w:themeColor="accent3" w:themeShade="BF"/>
        </w:rPr>
        <w:t xml:space="preserve">Usted pertenece al grupo </w:t>
      </w:r>
      <w:r w:rsidR="00F85F57">
        <w:rPr>
          <w:color w:val="76923C" w:themeColor="accent3" w:themeShade="BF"/>
        </w:rPr>
        <w:fldChar w:fldCharType="begin"/>
      </w:r>
      <w:r w:rsidR="00F85F57">
        <w:rPr>
          <w:color w:val="76923C" w:themeColor="accent3" w:themeShade="BF"/>
        </w:rPr>
        <w:instrText xml:space="preserve"> MERGEFIELD Grupo_ </w:instrText>
      </w:r>
      <w:r w:rsidR="00364A99">
        <w:rPr>
          <w:color w:val="76923C" w:themeColor="accent3" w:themeShade="BF"/>
        </w:rPr>
        <w:fldChar w:fldCharType="separate"/>
      </w:r>
      <w:r w:rsidR="00364A99">
        <w:rPr>
          <w:noProof/>
          <w:color w:val="76923C" w:themeColor="accent3" w:themeShade="BF"/>
        </w:rPr>
        <w:t>«Grupo_»</w:t>
      </w:r>
      <w:r w:rsidR="00F85F57">
        <w:rPr>
          <w:color w:val="76923C" w:themeColor="accent3" w:themeShade="BF"/>
        </w:rPr>
        <w:fldChar w:fldCharType="end"/>
      </w:r>
      <w:r w:rsidRPr="00617022">
        <w:rPr>
          <w:color w:val="76923C" w:themeColor="accent3" w:themeShade="BF"/>
        </w:rPr>
        <w:t>,</w:t>
      </w:r>
      <w:r w:rsidR="00E363C8">
        <w:rPr>
          <w:color w:val="76923C" w:themeColor="accent3" w:themeShade="BF"/>
        </w:rPr>
        <w:t xml:space="preserve"> </w:t>
      </w:r>
      <w:r w:rsidR="00E363C8" w:rsidRPr="00617022">
        <w:rPr>
          <w:color w:val="76923C" w:themeColor="accent3" w:themeShade="BF"/>
        </w:rPr>
        <w:t xml:space="preserve">silla </w:t>
      </w:r>
      <w:r w:rsidR="00E363C8">
        <w:rPr>
          <w:color w:val="76923C" w:themeColor="accent3" w:themeShade="BF"/>
        </w:rPr>
        <w:fldChar w:fldCharType="begin"/>
      </w:r>
      <w:r w:rsidR="00E363C8">
        <w:rPr>
          <w:color w:val="76923C" w:themeColor="accent3" w:themeShade="BF"/>
        </w:rPr>
        <w:instrText xml:space="preserve"> MERGEFIELD Silla_ </w:instrText>
      </w:r>
      <w:r w:rsidR="00364A99">
        <w:rPr>
          <w:color w:val="76923C" w:themeColor="accent3" w:themeShade="BF"/>
        </w:rPr>
        <w:fldChar w:fldCharType="separate"/>
      </w:r>
      <w:r w:rsidR="00364A99">
        <w:rPr>
          <w:noProof/>
          <w:color w:val="76923C" w:themeColor="accent3" w:themeShade="BF"/>
        </w:rPr>
        <w:t>«Silla_»</w:t>
      </w:r>
      <w:r w:rsidR="00E363C8">
        <w:rPr>
          <w:color w:val="76923C" w:themeColor="accent3" w:themeShade="BF"/>
        </w:rPr>
        <w:fldChar w:fldCharType="end"/>
      </w:r>
      <w:r w:rsidR="000437A3">
        <w:rPr>
          <w:color w:val="76923C" w:themeColor="accent3" w:themeShade="BF"/>
        </w:rPr>
        <w:t xml:space="preserve"> </w:t>
      </w:r>
      <w:r w:rsidR="00E363C8">
        <w:rPr>
          <w:color w:val="76923C" w:themeColor="accent3" w:themeShade="BF"/>
        </w:rPr>
        <w:t xml:space="preserve">y </w:t>
      </w:r>
      <w:r w:rsidR="001D4C15" w:rsidRPr="00617022">
        <w:rPr>
          <w:color w:val="76923C" w:themeColor="accent3" w:themeShade="BF"/>
        </w:rPr>
        <w:t xml:space="preserve">en el horario de </w:t>
      </w:r>
      <w:r w:rsidR="00F85F57">
        <w:rPr>
          <w:color w:val="76923C" w:themeColor="accent3" w:themeShade="BF"/>
        </w:rPr>
        <w:fldChar w:fldCharType="begin"/>
      </w:r>
      <w:r w:rsidR="00F85F57">
        <w:rPr>
          <w:color w:val="76923C" w:themeColor="accent3" w:themeShade="BF"/>
        </w:rPr>
        <w:instrText xml:space="preserve"> MERGEFIELD Horario </w:instrText>
      </w:r>
      <w:r w:rsidR="00364A99">
        <w:rPr>
          <w:color w:val="76923C" w:themeColor="accent3" w:themeShade="BF"/>
        </w:rPr>
        <w:fldChar w:fldCharType="separate"/>
      </w:r>
      <w:r w:rsidR="00364A99">
        <w:rPr>
          <w:noProof/>
          <w:color w:val="76923C" w:themeColor="accent3" w:themeShade="BF"/>
        </w:rPr>
        <w:t>«Horario»</w:t>
      </w:r>
      <w:r w:rsidR="00F85F57">
        <w:rPr>
          <w:color w:val="76923C" w:themeColor="accent3" w:themeShade="BF"/>
        </w:rPr>
        <w:fldChar w:fldCharType="end"/>
      </w:r>
      <w:r w:rsidR="00364A99">
        <w:rPr>
          <w:color w:val="76923C" w:themeColor="accent3" w:themeShade="BF"/>
        </w:rPr>
        <w:t>.</w:t>
      </w:r>
    </w:p>
    <w:p w14:paraId="0434A6AE" w14:textId="37A5893E" w:rsidR="00132FA7" w:rsidRPr="00617022" w:rsidRDefault="00617022" w:rsidP="007B6D42">
      <w:pPr>
        <w:pStyle w:val="Nombredelacompaa"/>
        <w:jc w:val="left"/>
        <w:rPr>
          <w:color w:val="76923C" w:themeColor="accent3" w:themeShade="BF"/>
        </w:rPr>
      </w:pPr>
      <w:r>
        <w:rPr>
          <w:color w:val="76923C" w:themeColor="accent3" w:themeShade="BF"/>
        </w:rPr>
        <w:t>.</w:t>
      </w:r>
      <w:r w:rsidR="00687E12" w:rsidRPr="00617022">
        <w:rPr>
          <w:color w:val="76923C" w:themeColor="accent3" w:themeShade="BF"/>
        </w:rPr>
        <w:t xml:space="preserve"> </w:t>
      </w:r>
    </w:p>
    <w:p w14:paraId="3F1B1A65" w14:textId="77777777" w:rsidR="00132FA7" w:rsidRDefault="00132FA7" w:rsidP="004C3DCD">
      <w:pPr>
        <w:pStyle w:val="Nombredelacompaa"/>
        <w:jc w:val="left"/>
      </w:pPr>
    </w:p>
    <w:p w14:paraId="1B0AF6BA" w14:textId="77777777" w:rsidR="00617022" w:rsidRDefault="00617022" w:rsidP="00617022">
      <w:pPr>
        <w:pStyle w:val="Nombredelacompaa"/>
        <w:rPr>
          <w:color w:val="FF0000"/>
        </w:rPr>
      </w:pPr>
    </w:p>
    <w:p w14:paraId="28AD9523" w14:textId="59D8CC98" w:rsidR="003233C6" w:rsidRDefault="00617022" w:rsidP="00617022">
      <w:pPr>
        <w:pStyle w:val="Nombredelacompaa"/>
      </w:pPr>
      <w:r w:rsidRPr="00617022">
        <w:rPr>
          <w:color w:val="FF0000"/>
        </w:rPr>
        <w:t xml:space="preserve">Desde ya </w:t>
      </w:r>
      <w:r w:rsidR="005D68A2" w:rsidRPr="00617022">
        <w:rPr>
          <w:color w:val="FF0000"/>
        </w:rPr>
        <w:t>despendolé</w:t>
      </w:r>
      <w:r w:rsidRPr="00617022">
        <w:rPr>
          <w:color w:val="FF0000"/>
        </w:rPr>
        <w:t xml:space="preserve"> felices fiestas</w:t>
      </w:r>
      <w:r w:rsidR="009B711D">
        <w:rPr>
          <w:color w:val="FF0000"/>
        </w:rPr>
        <w:t>.</w:t>
      </w:r>
      <w:r w:rsidRPr="00617022">
        <w:rPr>
          <w:color w:val="FF0000"/>
        </w:rPr>
        <w:t xml:space="preserve"> </w:t>
      </w:r>
      <w:r w:rsidR="00B719CC" w:rsidRPr="00617022">
        <w:rPr>
          <w:color w:val="FF0000"/>
        </w:rPr>
        <w:br/>
      </w:r>
      <w:r w:rsidR="00B719CC">
        <w:br/>
      </w:r>
      <w:r w:rsidR="00132FA7">
        <w:t xml:space="preserve">Att: Comité </w:t>
      </w:r>
      <w:r w:rsidR="001418A4">
        <w:t>de bellas artes.</w:t>
      </w:r>
    </w:p>
    <w:sectPr w:rsidR="003233C6" w:rsidSect="00C047C4">
      <w:headerReference w:type="default" r:id="rId8"/>
      <w:pgSz w:w="11906" w:h="16838" w:code="9"/>
      <w:pgMar w:top="4608" w:right="1987" w:bottom="1440" w:left="198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14C7B" w14:textId="77777777" w:rsidR="003B6F55" w:rsidRDefault="003B6F55" w:rsidP="00B61054">
      <w:r>
        <w:separator/>
      </w:r>
    </w:p>
  </w:endnote>
  <w:endnote w:type="continuationSeparator" w:id="0">
    <w:p w14:paraId="7752ADEF" w14:textId="77777777" w:rsidR="003B6F55" w:rsidRDefault="003B6F55" w:rsidP="00B61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Kaiti">
    <w:altName w:val="华文楷体"/>
    <w:charset w:val="86"/>
    <w:family w:val="auto"/>
    <w:pitch w:val="variable"/>
    <w:sig w:usb0="00000287" w:usb1="080F0000" w:usb2="00000010" w:usb3="00000000" w:csb0="0004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F2D58" w14:textId="77777777" w:rsidR="003B6F55" w:rsidRDefault="003B6F55" w:rsidP="00B61054">
      <w:r>
        <w:separator/>
      </w:r>
    </w:p>
  </w:footnote>
  <w:footnote w:type="continuationSeparator" w:id="0">
    <w:p w14:paraId="0B132731" w14:textId="77777777" w:rsidR="003B6F55" w:rsidRDefault="003B6F55" w:rsidP="00B61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575C3" w14:textId="77777777" w:rsidR="00192BB6" w:rsidRDefault="00192BB6">
    <w:pPr>
      <w:pStyle w:val="Encabezado"/>
    </w:pPr>
    <w:r>
      <w:rPr>
        <w:noProof/>
        <w:lang w:bidi="es-ES"/>
      </w:rPr>
      <mc:AlternateContent>
        <mc:Choice Requires="wpg">
          <w:drawing>
            <wp:anchor distT="0" distB="0" distL="114300" distR="114300" simplePos="0" relativeHeight="251659264" behindDoc="1" locked="1" layoutInCell="1" allowOverlap="1" wp14:anchorId="3F3F985D" wp14:editId="05C4F664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223760" cy="9674352"/>
              <wp:effectExtent l="0" t="0" r="0" b="3175"/>
              <wp:wrapNone/>
              <wp:docPr id="40" name="Grupo 40" descr="Cinta verde y negra en el margen con bolas de adorno navideñas rojas y verdes en la parte superior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23760" cy="9674352"/>
                        <a:chOff x="0" y="0"/>
                        <a:chExt cx="7219950" cy="9676765"/>
                      </a:xfrm>
                    </wpg:grpSpPr>
                    <wpg:grpSp>
                      <wpg:cNvPr id="41" name="Grupo 22"/>
                      <wpg:cNvGrpSpPr>
                        <a:grpSpLocks/>
                      </wpg:cNvGrpSpPr>
                      <wpg:grpSpPr bwMode="auto">
                        <a:xfrm>
                          <a:off x="171450" y="38100"/>
                          <a:ext cx="6819900" cy="9401810"/>
                          <a:chOff x="741" y="343"/>
                          <a:chExt cx="10740" cy="14806"/>
                        </a:xfrm>
                      </wpg:grpSpPr>
                      <wps:wsp>
                        <wps:cNvPr id="42" name="Forma libre 17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245" y="343"/>
                            <a:ext cx="324" cy="763"/>
                          </a:xfrm>
                          <a:custGeom>
                            <a:avLst/>
                            <a:gdLst>
                              <a:gd name="T0" fmla="*/ 0 w 324"/>
                              <a:gd name="T1" fmla="*/ 156 h 763"/>
                              <a:gd name="T2" fmla="*/ 190 w 324"/>
                              <a:gd name="T3" fmla="*/ 22 h 763"/>
                              <a:gd name="T4" fmla="*/ 324 w 324"/>
                              <a:gd name="T5" fmla="*/ 290 h 763"/>
                              <a:gd name="T6" fmla="*/ 303 w 324"/>
                              <a:gd name="T7" fmla="*/ 588 h 763"/>
                              <a:gd name="T8" fmla="*/ 180 w 324"/>
                              <a:gd name="T9" fmla="*/ 747 h 763"/>
                              <a:gd name="T10" fmla="*/ 68 w 324"/>
                              <a:gd name="T11" fmla="*/ 491 h 763"/>
                              <a:gd name="T12" fmla="*/ 0 w 324"/>
                              <a:gd name="T13" fmla="*/ 156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4" h="763">
                                <a:moveTo>
                                  <a:pt x="0" y="156"/>
                                </a:moveTo>
                                <a:cubicBezTo>
                                  <a:pt x="20" y="78"/>
                                  <a:pt x="136" y="0"/>
                                  <a:pt x="190" y="22"/>
                                </a:cubicBezTo>
                                <a:cubicBezTo>
                                  <a:pt x="244" y="44"/>
                                  <a:pt x="305" y="196"/>
                                  <a:pt x="324" y="290"/>
                                </a:cubicBezTo>
                                <a:lnTo>
                                  <a:pt x="303" y="588"/>
                                </a:lnTo>
                                <a:cubicBezTo>
                                  <a:pt x="279" y="664"/>
                                  <a:pt x="219" y="763"/>
                                  <a:pt x="180" y="747"/>
                                </a:cubicBezTo>
                                <a:lnTo>
                                  <a:pt x="68" y="491"/>
                                </a:lnTo>
                                <a:cubicBezTo>
                                  <a:pt x="38" y="393"/>
                                  <a:pt x="14" y="226"/>
                                  <a:pt x="0" y="15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orma libre 13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741" y="13320"/>
                            <a:ext cx="678" cy="685"/>
                          </a:xfrm>
                          <a:custGeom>
                            <a:avLst/>
                            <a:gdLst>
                              <a:gd name="T0" fmla="*/ 678 w 678"/>
                              <a:gd name="T1" fmla="*/ 49 h 685"/>
                              <a:gd name="T2" fmla="*/ 205 w 678"/>
                              <a:gd name="T3" fmla="*/ 0 h 685"/>
                              <a:gd name="T4" fmla="*/ 28 w 678"/>
                              <a:gd name="T5" fmla="*/ 103 h 685"/>
                              <a:gd name="T6" fmla="*/ 0 w 678"/>
                              <a:gd name="T7" fmla="*/ 328 h 685"/>
                              <a:gd name="T8" fmla="*/ 134 w 678"/>
                              <a:gd name="T9" fmla="*/ 664 h 685"/>
                              <a:gd name="T10" fmla="*/ 311 w 678"/>
                              <a:gd name="T11" fmla="*/ 685 h 685"/>
                              <a:gd name="T12" fmla="*/ 459 w 678"/>
                              <a:gd name="T13" fmla="*/ 614 h 685"/>
                              <a:gd name="T14" fmla="*/ 558 w 678"/>
                              <a:gd name="T15" fmla="*/ 473 h 685"/>
                              <a:gd name="T16" fmla="*/ 643 w 678"/>
                              <a:gd name="T17" fmla="*/ 198 h 685"/>
                              <a:gd name="T18" fmla="*/ 678 w 678"/>
                              <a:gd name="T19" fmla="*/ 49 h 6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78" h="685">
                                <a:moveTo>
                                  <a:pt x="678" y="49"/>
                                </a:moveTo>
                                <a:lnTo>
                                  <a:pt x="205" y="0"/>
                                </a:lnTo>
                                <a:lnTo>
                                  <a:pt x="28" y="103"/>
                                </a:lnTo>
                                <a:lnTo>
                                  <a:pt x="0" y="328"/>
                                </a:lnTo>
                                <a:lnTo>
                                  <a:pt x="134" y="664"/>
                                </a:lnTo>
                                <a:lnTo>
                                  <a:pt x="311" y="685"/>
                                </a:lnTo>
                                <a:lnTo>
                                  <a:pt x="459" y="614"/>
                                </a:lnTo>
                                <a:lnTo>
                                  <a:pt x="558" y="473"/>
                                </a:lnTo>
                                <a:lnTo>
                                  <a:pt x="643" y="198"/>
                                </a:lnTo>
                                <a:lnTo>
                                  <a:pt x="678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orma libre 12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419" y="6212"/>
                            <a:ext cx="466" cy="7306"/>
                          </a:xfrm>
                          <a:custGeom>
                            <a:avLst/>
                            <a:gdLst>
                              <a:gd name="T0" fmla="*/ 0 w 466"/>
                              <a:gd name="T1" fmla="*/ 7150 h 7306"/>
                              <a:gd name="T2" fmla="*/ 77 w 466"/>
                              <a:gd name="T3" fmla="*/ 6014 h 7306"/>
                              <a:gd name="T4" fmla="*/ 233 w 466"/>
                              <a:gd name="T5" fmla="*/ 3000 h 7306"/>
                              <a:gd name="T6" fmla="*/ 353 w 466"/>
                              <a:gd name="T7" fmla="*/ 0 h 7306"/>
                              <a:gd name="T8" fmla="*/ 466 w 466"/>
                              <a:gd name="T9" fmla="*/ 2755 h 7306"/>
                              <a:gd name="T10" fmla="*/ 466 w 466"/>
                              <a:gd name="T11" fmla="*/ 4588 h 7306"/>
                              <a:gd name="T12" fmla="*/ 466 w 466"/>
                              <a:gd name="T13" fmla="*/ 5613 h 7306"/>
                              <a:gd name="T14" fmla="*/ 374 w 466"/>
                              <a:gd name="T15" fmla="*/ 6826 h 7306"/>
                              <a:gd name="T16" fmla="*/ 339 w 466"/>
                              <a:gd name="T17" fmla="*/ 7306 h 7306"/>
                              <a:gd name="T18" fmla="*/ 0 w 466"/>
                              <a:gd name="T19" fmla="*/ 7150 h 73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66" h="7306">
                                <a:moveTo>
                                  <a:pt x="0" y="7150"/>
                                </a:moveTo>
                                <a:lnTo>
                                  <a:pt x="77" y="6014"/>
                                </a:lnTo>
                                <a:lnTo>
                                  <a:pt x="233" y="3000"/>
                                </a:lnTo>
                                <a:lnTo>
                                  <a:pt x="353" y="0"/>
                                </a:lnTo>
                                <a:lnTo>
                                  <a:pt x="466" y="2755"/>
                                </a:lnTo>
                                <a:lnTo>
                                  <a:pt x="466" y="4588"/>
                                </a:lnTo>
                                <a:lnTo>
                                  <a:pt x="466" y="5613"/>
                                </a:lnTo>
                                <a:lnTo>
                                  <a:pt x="374" y="6826"/>
                                </a:lnTo>
                                <a:lnTo>
                                  <a:pt x="339" y="7306"/>
                                </a:lnTo>
                                <a:lnTo>
                                  <a:pt x="0" y="71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orma libre 11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661" y="13418"/>
                            <a:ext cx="7653" cy="1731"/>
                          </a:xfrm>
                          <a:custGeom>
                            <a:avLst/>
                            <a:gdLst>
                              <a:gd name="T0" fmla="*/ 112 w 7653"/>
                              <a:gd name="T1" fmla="*/ 516 h 1731"/>
                              <a:gd name="T2" fmla="*/ 212 w 7653"/>
                              <a:gd name="T3" fmla="*/ 1010 h 1731"/>
                              <a:gd name="T4" fmla="*/ 162 w 7653"/>
                              <a:gd name="T5" fmla="*/ 1010 h 1731"/>
                              <a:gd name="T6" fmla="*/ 0 w 7653"/>
                              <a:gd name="T7" fmla="*/ 1307 h 1731"/>
                              <a:gd name="T8" fmla="*/ 87 w 7653"/>
                              <a:gd name="T9" fmla="*/ 1670 h 1731"/>
                              <a:gd name="T10" fmla="*/ 170 w 7653"/>
                              <a:gd name="T11" fmla="*/ 1731 h 1731"/>
                              <a:gd name="T12" fmla="*/ 303 w 7653"/>
                              <a:gd name="T13" fmla="*/ 1670 h 1731"/>
                              <a:gd name="T14" fmla="*/ 370 w 7653"/>
                              <a:gd name="T15" fmla="*/ 1490 h 1731"/>
                              <a:gd name="T16" fmla="*/ 253 w 7653"/>
                              <a:gd name="T17" fmla="*/ 1099 h 1731"/>
                              <a:gd name="T18" fmla="*/ 262 w 7653"/>
                              <a:gd name="T19" fmla="*/ 932 h 1731"/>
                              <a:gd name="T20" fmla="*/ 520 w 7653"/>
                              <a:gd name="T21" fmla="*/ 924 h 1731"/>
                              <a:gd name="T22" fmla="*/ 1202 w 7653"/>
                              <a:gd name="T23" fmla="*/ 1010 h 1731"/>
                              <a:gd name="T24" fmla="*/ 2226 w 7653"/>
                              <a:gd name="T25" fmla="*/ 1140 h 1731"/>
                              <a:gd name="T26" fmla="*/ 3333 w 7653"/>
                              <a:gd name="T27" fmla="*/ 1221 h 1731"/>
                              <a:gd name="T28" fmla="*/ 4715 w 7653"/>
                              <a:gd name="T29" fmla="*/ 1273 h 1731"/>
                              <a:gd name="T30" fmla="*/ 5988 w 7653"/>
                              <a:gd name="T31" fmla="*/ 1173 h 1731"/>
                              <a:gd name="T32" fmla="*/ 6638 w 7653"/>
                              <a:gd name="T33" fmla="*/ 1090 h 1731"/>
                              <a:gd name="T34" fmla="*/ 7212 w 7653"/>
                              <a:gd name="T35" fmla="*/ 940 h 1731"/>
                              <a:gd name="T36" fmla="*/ 7653 w 7653"/>
                              <a:gd name="T37" fmla="*/ 699 h 1731"/>
                              <a:gd name="T38" fmla="*/ 6413 w 7653"/>
                              <a:gd name="T39" fmla="*/ 874 h 1731"/>
                              <a:gd name="T40" fmla="*/ 5189 w 7653"/>
                              <a:gd name="T41" fmla="*/ 940 h 1731"/>
                              <a:gd name="T42" fmla="*/ 3608 w 7653"/>
                              <a:gd name="T43" fmla="*/ 949 h 1731"/>
                              <a:gd name="T44" fmla="*/ 2384 w 7653"/>
                              <a:gd name="T45" fmla="*/ 795 h 1731"/>
                              <a:gd name="T46" fmla="*/ 1635 w 7653"/>
                              <a:gd name="T47" fmla="*/ 549 h 1731"/>
                              <a:gd name="T48" fmla="*/ 1144 w 7653"/>
                              <a:gd name="T49" fmla="*/ 241 h 1731"/>
                              <a:gd name="T50" fmla="*/ 969 w 7653"/>
                              <a:gd name="T51" fmla="*/ 0 h 1731"/>
                              <a:gd name="T52" fmla="*/ 907 w 7653"/>
                              <a:gd name="T53" fmla="*/ 50 h 1731"/>
                              <a:gd name="T54" fmla="*/ 112 w 7653"/>
                              <a:gd name="T55" fmla="*/ 516 h 17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7653" h="1731">
                                <a:moveTo>
                                  <a:pt x="112" y="516"/>
                                </a:moveTo>
                                <a:lnTo>
                                  <a:pt x="212" y="1010"/>
                                </a:lnTo>
                                <a:lnTo>
                                  <a:pt x="162" y="1010"/>
                                </a:lnTo>
                                <a:cubicBezTo>
                                  <a:pt x="127" y="1059"/>
                                  <a:pt x="13" y="1197"/>
                                  <a:pt x="0" y="1307"/>
                                </a:cubicBezTo>
                                <a:lnTo>
                                  <a:pt x="87" y="1670"/>
                                </a:lnTo>
                                <a:lnTo>
                                  <a:pt x="170" y="1731"/>
                                </a:lnTo>
                                <a:lnTo>
                                  <a:pt x="303" y="1670"/>
                                </a:lnTo>
                                <a:lnTo>
                                  <a:pt x="370" y="1490"/>
                                </a:lnTo>
                                <a:lnTo>
                                  <a:pt x="253" y="1099"/>
                                </a:lnTo>
                                <a:lnTo>
                                  <a:pt x="262" y="932"/>
                                </a:lnTo>
                                <a:lnTo>
                                  <a:pt x="520" y="924"/>
                                </a:lnTo>
                                <a:lnTo>
                                  <a:pt x="1202" y="1010"/>
                                </a:lnTo>
                                <a:lnTo>
                                  <a:pt x="2226" y="1140"/>
                                </a:lnTo>
                                <a:lnTo>
                                  <a:pt x="3333" y="1221"/>
                                </a:lnTo>
                                <a:lnTo>
                                  <a:pt x="4715" y="1273"/>
                                </a:lnTo>
                                <a:lnTo>
                                  <a:pt x="5988" y="1173"/>
                                </a:lnTo>
                                <a:lnTo>
                                  <a:pt x="6638" y="1090"/>
                                </a:lnTo>
                                <a:lnTo>
                                  <a:pt x="7212" y="940"/>
                                </a:lnTo>
                                <a:lnTo>
                                  <a:pt x="7653" y="699"/>
                                </a:lnTo>
                                <a:lnTo>
                                  <a:pt x="6413" y="874"/>
                                </a:lnTo>
                                <a:lnTo>
                                  <a:pt x="5189" y="940"/>
                                </a:lnTo>
                                <a:lnTo>
                                  <a:pt x="3608" y="949"/>
                                </a:lnTo>
                                <a:lnTo>
                                  <a:pt x="2384" y="795"/>
                                </a:lnTo>
                                <a:lnTo>
                                  <a:pt x="1635" y="549"/>
                                </a:lnTo>
                                <a:lnTo>
                                  <a:pt x="1144" y="241"/>
                                </a:lnTo>
                                <a:lnTo>
                                  <a:pt x="969" y="0"/>
                                </a:lnTo>
                                <a:lnTo>
                                  <a:pt x="907" y="50"/>
                                </a:lnTo>
                                <a:lnTo>
                                  <a:pt x="112" y="5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orma libre 10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263" y="13151"/>
                            <a:ext cx="915" cy="1807"/>
                          </a:xfrm>
                          <a:custGeom>
                            <a:avLst/>
                            <a:gdLst>
                              <a:gd name="T0" fmla="*/ 383 w 915"/>
                              <a:gd name="T1" fmla="*/ 0 h 1807"/>
                              <a:gd name="T2" fmla="*/ 127 w 915"/>
                              <a:gd name="T3" fmla="*/ 50 h 1807"/>
                              <a:gd name="T4" fmla="*/ 175 w 915"/>
                              <a:gd name="T5" fmla="*/ 200 h 1807"/>
                              <a:gd name="T6" fmla="*/ 67 w 915"/>
                              <a:gd name="T7" fmla="*/ 616 h 1807"/>
                              <a:gd name="T8" fmla="*/ 0 w 915"/>
                              <a:gd name="T9" fmla="*/ 866 h 1807"/>
                              <a:gd name="T10" fmla="*/ 554 w 915"/>
                              <a:gd name="T11" fmla="*/ 1199 h 1807"/>
                              <a:gd name="T12" fmla="*/ 508 w 915"/>
                              <a:gd name="T13" fmla="*/ 1241 h 1807"/>
                              <a:gd name="T14" fmla="*/ 624 w 915"/>
                              <a:gd name="T15" fmla="*/ 1624 h 1807"/>
                              <a:gd name="T16" fmla="*/ 724 w 915"/>
                              <a:gd name="T17" fmla="*/ 1807 h 1807"/>
                              <a:gd name="T18" fmla="*/ 808 w 915"/>
                              <a:gd name="T19" fmla="*/ 1765 h 1807"/>
                              <a:gd name="T20" fmla="*/ 915 w 915"/>
                              <a:gd name="T21" fmla="*/ 1674 h 1807"/>
                              <a:gd name="T22" fmla="*/ 915 w 915"/>
                              <a:gd name="T23" fmla="*/ 1548 h 1807"/>
                              <a:gd name="T24" fmla="*/ 733 w 915"/>
                              <a:gd name="T25" fmla="*/ 1341 h 1807"/>
                              <a:gd name="T26" fmla="*/ 599 w 915"/>
                              <a:gd name="T27" fmla="*/ 1182 h 1807"/>
                              <a:gd name="T28" fmla="*/ 475 w 915"/>
                              <a:gd name="T29" fmla="*/ 1116 h 1807"/>
                              <a:gd name="T30" fmla="*/ 383 w 915"/>
                              <a:gd name="T31" fmla="*/ 0 h 18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915" h="1807">
                                <a:moveTo>
                                  <a:pt x="383" y="0"/>
                                </a:moveTo>
                                <a:lnTo>
                                  <a:pt x="127" y="50"/>
                                </a:lnTo>
                                <a:lnTo>
                                  <a:pt x="175" y="200"/>
                                </a:lnTo>
                                <a:lnTo>
                                  <a:pt x="67" y="616"/>
                                </a:lnTo>
                                <a:lnTo>
                                  <a:pt x="0" y="866"/>
                                </a:lnTo>
                                <a:lnTo>
                                  <a:pt x="554" y="1199"/>
                                </a:lnTo>
                                <a:lnTo>
                                  <a:pt x="508" y="1241"/>
                                </a:lnTo>
                                <a:lnTo>
                                  <a:pt x="624" y="1624"/>
                                </a:lnTo>
                                <a:lnTo>
                                  <a:pt x="724" y="1807"/>
                                </a:lnTo>
                                <a:lnTo>
                                  <a:pt x="808" y="1765"/>
                                </a:lnTo>
                                <a:lnTo>
                                  <a:pt x="915" y="1674"/>
                                </a:lnTo>
                                <a:lnTo>
                                  <a:pt x="915" y="1548"/>
                                </a:lnTo>
                                <a:lnTo>
                                  <a:pt x="733" y="1341"/>
                                </a:lnTo>
                                <a:lnTo>
                                  <a:pt x="599" y="1182"/>
                                </a:lnTo>
                                <a:lnTo>
                                  <a:pt x="475" y="1116"/>
                                </a:lnTo>
                                <a:lnTo>
                                  <a:pt x="3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orma libre 9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330" y="2169"/>
                            <a:ext cx="487" cy="8119"/>
                          </a:xfrm>
                          <a:custGeom>
                            <a:avLst/>
                            <a:gdLst>
                              <a:gd name="T0" fmla="*/ 487 w 487"/>
                              <a:gd name="T1" fmla="*/ 73 h 8119"/>
                              <a:gd name="T2" fmla="*/ 60 w 487"/>
                              <a:gd name="T3" fmla="*/ 0 h 8119"/>
                              <a:gd name="T4" fmla="*/ 0 w 487"/>
                              <a:gd name="T5" fmla="*/ 1702 h 8119"/>
                              <a:gd name="T6" fmla="*/ 60 w 487"/>
                              <a:gd name="T7" fmla="*/ 5309 h 8119"/>
                              <a:gd name="T8" fmla="*/ 250 w 487"/>
                              <a:gd name="T9" fmla="*/ 8119 h 8119"/>
                              <a:gd name="T10" fmla="*/ 291 w 487"/>
                              <a:gd name="T11" fmla="*/ 4623 h 8119"/>
                              <a:gd name="T12" fmla="*/ 433 w 487"/>
                              <a:gd name="T13" fmla="*/ 1144 h 8119"/>
                              <a:gd name="T14" fmla="*/ 487 w 487"/>
                              <a:gd name="T15" fmla="*/ 73 h 81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87" h="8119">
                                <a:moveTo>
                                  <a:pt x="487" y="73"/>
                                </a:moveTo>
                                <a:lnTo>
                                  <a:pt x="60" y="0"/>
                                </a:lnTo>
                                <a:lnTo>
                                  <a:pt x="0" y="1702"/>
                                </a:lnTo>
                                <a:lnTo>
                                  <a:pt x="60" y="5309"/>
                                </a:lnTo>
                                <a:lnTo>
                                  <a:pt x="250" y="8119"/>
                                </a:lnTo>
                                <a:lnTo>
                                  <a:pt x="291" y="4623"/>
                                </a:lnTo>
                                <a:lnTo>
                                  <a:pt x="433" y="1144"/>
                                </a:lnTo>
                                <a:lnTo>
                                  <a:pt x="487" y="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orma libre 8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817" y="1548"/>
                            <a:ext cx="664" cy="694"/>
                          </a:xfrm>
                          <a:custGeom>
                            <a:avLst/>
                            <a:gdLst>
                              <a:gd name="T0" fmla="*/ 0 w 664"/>
                              <a:gd name="T1" fmla="*/ 694 h 694"/>
                              <a:gd name="T2" fmla="*/ 532 w 664"/>
                              <a:gd name="T3" fmla="*/ 685 h 694"/>
                              <a:gd name="T4" fmla="*/ 608 w 664"/>
                              <a:gd name="T5" fmla="*/ 621 h 694"/>
                              <a:gd name="T6" fmla="*/ 664 w 664"/>
                              <a:gd name="T7" fmla="*/ 521 h 694"/>
                              <a:gd name="T8" fmla="*/ 664 w 664"/>
                              <a:gd name="T9" fmla="*/ 293 h 694"/>
                              <a:gd name="T10" fmla="*/ 565 w 664"/>
                              <a:gd name="T11" fmla="*/ 103 h 694"/>
                              <a:gd name="T12" fmla="*/ 436 w 664"/>
                              <a:gd name="T13" fmla="*/ 0 h 694"/>
                              <a:gd name="T14" fmla="*/ 285 w 664"/>
                              <a:gd name="T15" fmla="*/ 34 h 694"/>
                              <a:gd name="T16" fmla="*/ 212 w 664"/>
                              <a:gd name="T17" fmla="*/ 95 h 694"/>
                              <a:gd name="T18" fmla="*/ 138 w 664"/>
                              <a:gd name="T19" fmla="*/ 172 h 694"/>
                              <a:gd name="T20" fmla="*/ 74 w 664"/>
                              <a:gd name="T21" fmla="*/ 302 h 694"/>
                              <a:gd name="T22" fmla="*/ 30 w 664"/>
                              <a:gd name="T23" fmla="*/ 481 h 694"/>
                              <a:gd name="T24" fmla="*/ 0 w 664"/>
                              <a:gd name="T25" fmla="*/ 694 h 6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64" h="694">
                                <a:moveTo>
                                  <a:pt x="0" y="694"/>
                                </a:moveTo>
                                <a:lnTo>
                                  <a:pt x="532" y="685"/>
                                </a:lnTo>
                                <a:lnTo>
                                  <a:pt x="608" y="621"/>
                                </a:lnTo>
                                <a:lnTo>
                                  <a:pt x="664" y="521"/>
                                </a:lnTo>
                                <a:lnTo>
                                  <a:pt x="664" y="293"/>
                                </a:lnTo>
                                <a:lnTo>
                                  <a:pt x="565" y="103"/>
                                </a:lnTo>
                                <a:lnTo>
                                  <a:pt x="436" y="0"/>
                                </a:lnTo>
                                <a:lnTo>
                                  <a:pt x="285" y="34"/>
                                </a:lnTo>
                                <a:lnTo>
                                  <a:pt x="212" y="95"/>
                                </a:lnTo>
                                <a:lnTo>
                                  <a:pt x="138" y="172"/>
                                </a:lnTo>
                                <a:lnTo>
                                  <a:pt x="74" y="302"/>
                                </a:lnTo>
                                <a:lnTo>
                                  <a:pt x="30" y="481"/>
                                </a:lnTo>
                                <a:lnTo>
                                  <a:pt x="0" y="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orma libre 7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390" y="1548"/>
                            <a:ext cx="190" cy="621"/>
                          </a:xfrm>
                          <a:custGeom>
                            <a:avLst/>
                            <a:gdLst>
                              <a:gd name="T0" fmla="*/ 173 w 190"/>
                              <a:gd name="T1" fmla="*/ 0 h 621"/>
                              <a:gd name="T2" fmla="*/ 74 w 190"/>
                              <a:gd name="T3" fmla="*/ 64 h 621"/>
                              <a:gd name="T4" fmla="*/ 0 w 190"/>
                              <a:gd name="T5" fmla="*/ 621 h 621"/>
                              <a:gd name="T6" fmla="*/ 56 w 190"/>
                              <a:gd name="T7" fmla="*/ 586 h 621"/>
                              <a:gd name="T8" fmla="*/ 48 w 190"/>
                              <a:gd name="T9" fmla="*/ 560 h 621"/>
                              <a:gd name="T10" fmla="*/ 151 w 190"/>
                              <a:gd name="T11" fmla="*/ 349 h 621"/>
                              <a:gd name="T12" fmla="*/ 190 w 190"/>
                              <a:gd name="T13" fmla="*/ 155 h 621"/>
                              <a:gd name="T14" fmla="*/ 173 w 190"/>
                              <a:gd name="T15" fmla="*/ 0 h 6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90" h="621">
                                <a:moveTo>
                                  <a:pt x="173" y="0"/>
                                </a:moveTo>
                                <a:lnTo>
                                  <a:pt x="74" y="64"/>
                                </a:lnTo>
                                <a:lnTo>
                                  <a:pt x="0" y="621"/>
                                </a:lnTo>
                                <a:lnTo>
                                  <a:pt x="56" y="586"/>
                                </a:lnTo>
                                <a:lnTo>
                                  <a:pt x="48" y="560"/>
                                </a:lnTo>
                                <a:lnTo>
                                  <a:pt x="151" y="349"/>
                                </a:lnTo>
                                <a:lnTo>
                                  <a:pt x="190" y="155"/>
                                </a:lnTo>
                                <a:lnTo>
                                  <a:pt x="1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orma libre 6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3838" y="921"/>
                            <a:ext cx="6681" cy="1108"/>
                          </a:xfrm>
                          <a:custGeom>
                            <a:avLst/>
                            <a:gdLst>
                              <a:gd name="T0" fmla="*/ 6627 w 6681"/>
                              <a:gd name="T1" fmla="*/ 669 h 1108"/>
                              <a:gd name="T2" fmla="*/ 6151 w 6681"/>
                              <a:gd name="T3" fmla="*/ 956 h 1108"/>
                              <a:gd name="T4" fmla="*/ 5948 w 6681"/>
                              <a:gd name="T5" fmla="*/ 1108 h 1108"/>
                              <a:gd name="T6" fmla="*/ 5771 w 6681"/>
                              <a:gd name="T7" fmla="*/ 956 h 1108"/>
                              <a:gd name="T8" fmla="*/ 5412 w 6681"/>
                              <a:gd name="T9" fmla="*/ 712 h 1108"/>
                              <a:gd name="T10" fmla="*/ 4839 w 6681"/>
                              <a:gd name="T11" fmla="*/ 498 h 1108"/>
                              <a:gd name="T12" fmla="*/ 4224 w 6681"/>
                              <a:gd name="T13" fmla="*/ 348 h 1108"/>
                              <a:gd name="T14" fmla="*/ 3581 w 6681"/>
                              <a:gd name="T15" fmla="*/ 267 h 1108"/>
                              <a:gd name="T16" fmla="*/ 2912 w 6681"/>
                              <a:gd name="T17" fmla="*/ 203 h 1108"/>
                              <a:gd name="T18" fmla="*/ 2286 w 6681"/>
                              <a:gd name="T19" fmla="*/ 203 h 1108"/>
                              <a:gd name="T20" fmla="*/ 1745 w 6681"/>
                              <a:gd name="T21" fmla="*/ 225 h 1108"/>
                              <a:gd name="T22" fmla="*/ 1049 w 6681"/>
                              <a:gd name="T23" fmla="*/ 246 h 1108"/>
                              <a:gd name="T24" fmla="*/ 455 w 6681"/>
                              <a:gd name="T25" fmla="*/ 278 h 1108"/>
                              <a:gd name="T26" fmla="*/ 43 w 6681"/>
                              <a:gd name="T27" fmla="*/ 326 h 1108"/>
                              <a:gd name="T28" fmla="*/ 0 w 6681"/>
                              <a:gd name="T29" fmla="*/ 251 h 1108"/>
                              <a:gd name="T30" fmla="*/ 795 w 6681"/>
                              <a:gd name="T31" fmla="*/ 96 h 1108"/>
                              <a:gd name="T32" fmla="*/ 1376 w 6681"/>
                              <a:gd name="T33" fmla="*/ 53 h 1108"/>
                              <a:gd name="T34" fmla="*/ 1820 w 6681"/>
                              <a:gd name="T35" fmla="*/ 21 h 1108"/>
                              <a:gd name="T36" fmla="*/ 2307 w 6681"/>
                              <a:gd name="T37" fmla="*/ 0 h 1108"/>
                              <a:gd name="T38" fmla="*/ 2832 w 6681"/>
                              <a:gd name="T39" fmla="*/ 10 h 1108"/>
                              <a:gd name="T40" fmla="*/ 3298 w 6681"/>
                              <a:gd name="T41" fmla="*/ 21 h 1108"/>
                              <a:gd name="T42" fmla="*/ 4058 w 6681"/>
                              <a:gd name="T43" fmla="*/ 80 h 1108"/>
                              <a:gd name="T44" fmla="*/ 4706 w 6681"/>
                              <a:gd name="T45" fmla="*/ 128 h 1108"/>
                              <a:gd name="T46" fmla="*/ 5369 w 6681"/>
                              <a:gd name="T47" fmla="*/ 182 h 1108"/>
                              <a:gd name="T48" fmla="*/ 6258 w 6681"/>
                              <a:gd name="T49" fmla="*/ 300 h 1108"/>
                              <a:gd name="T50" fmla="*/ 6627 w 6681"/>
                              <a:gd name="T51" fmla="*/ 192 h 1108"/>
                              <a:gd name="T52" fmla="*/ 6681 w 6681"/>
                              <a:gd name="T53" fmla="*/ 428 h 1108"/>
                              <a:gd name="T54" fmla="*/ 6627 w 6681"/>
                              <a:gd name="T55" fmla="*/ 669 h 1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6681" h="1108">
                                <a:moveTo>
                                  <a:pt x="6627" y="669"/>
                                </a:moveTo>
                                <a:lnTo>
                                  <a:pt x="6151" y="956"/>
                                </a:lnTo>
                                <a:lnTo>
                                  <a:pt x="5948" y="1108"/>
                                </a:lnTo>
                                <a:lnTo>
                                  <a:pt x="5771" y="956"/>
                                </a:lnTo>
                                <a:lnTo>
                                  <a:pt x="5412" y="712"/>
                                </a:lnTo>
                                <a:lnTo>
                                  <a:pt x="4839" y="498"/>
                                </a:lnTo>
                                <a:lnTo>
                                  <a:pt x="4224" y="348"/>
                                </a:lnTo>
                                <a:lnTo>
                                  <a:pt x="3581" y="267"/>
                                </a:lnTo>
                                <a:lnTo>
                                  <a:pt x="2912" y="203"/>
                                </a:lnTo>
                                <a:lnTo>
                                  <a:pt x="2286" y="203"/>
                                </a:lnTo>
                                <a:lnTo>
                                  <a:pt x="1745" y="225"/>
                                </a:lnTo>
                                <a:lnTo>
                                  <a:pt x="1049" y="246"/>
                                </a:lnTo>
                                <a:lnTo>
                                  <a:pt x="455" y="278"/>
                                </a:lnTo>
                                <a:lnTo>
                                  <a:pt x="43" y="326"/>
                                </a:lnTo>
                                <a:lnTo>
                                  <a:pt x="0" y="251"/>
                                </a:lnTo>
                                <a:lnTo>
                                  <a:pt x="795" y="96"/>
                                </a:lnTo>
                                <a:lnTo>
                                  <a:pt x="1376" y="53"/>
                                </a:lnTo>
                                <a:lnTo>
                                  <a:pt x="1820" y="21"/>
                                </a:lnTo>
                                <a:lnTo>
                                  <a:pt x="2307" y="0"/>
                                </a:lnTo>
                                <a:lnTo>
                                  <a:pt x="2832" y="10"/>
                                </a:lnTo>
                                <a:lnTo>
                                  <a:pt x="3298" y="21"/>
                                </a:lnTo>
                                <a:lnTo>
                                  <a:pt x="4058" y="80"/>
                                </a:lnTo>
                                <a:lnTo>
                                  <a:pt x="4706" y="128"/>
                                </a:lnTo>
                                <a:lnTo>
                                  <a:pt x="5369" y="182"/>
                                </a:lnTo>
                                <a:lnTo>
                                  <a:pt x="6258" y="300"/>
                                </a:lnTo>
                                <a:lnTo>
                                  <a:pt x="6627" y="192"/>
                                </a:lnTo>
                                <a:lnTo>
                                  <a:pt x="6681" y="428"/>
                                </a:lnTo>
                                <a:lnTo>
                                  <a:pt x="6627" y="6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orma libre 5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090" y="705"/>
                            <a:ext cx="571" cy="678"/>
                          </a:xfrm>
                          <a:custGeom>
                            <a:avLst/>
                            <a:gdLst>
                              <a:gd name="T0" fmla="*/ 206 w 571"/>
                              <a:gd name="T1" fmla="*/ 0 h 678"/>
                              <a:gd name="T2" fmla="*/ 340 w 571"/>
                              <a:gd name="T3" fmla="*/ 51 h 678"/>
                              <a:gd name="T4" fmla="*/ 448 w 571"/>
                              <a:gd name="T5" fmla="*/ 200 h 678"/>
                              <a:gd name="T6" fmla="*/ 509 w 571"/>
                              <a:gd name="T7" fmla="*/ 396 h 678"/>
                              <a:gd name="T8" fmla="*/ 571 w 571"/>
                              <a:gd name="T9" fmla="*/ 678 h 678"/>
                              <a:gd name="T10" fmla="*/ 304 w 571"/>
                              <a:gd name="T11" fmla="*/ 555 h 678"/>
                              <a:gd name="T12" fmla="*/ 52 w 571"/>
                              <a:gd name="T13" fmla="*/ 329 h 678"/>
                              <a:gd name="T14" fmla="*/ 0 w 571"/>
                              <a:gd name="T15" fmla="*/ 200 h 678"/>
                              <a:gd name="T16" fmla="*/ 16 w 571"/>
                              <a:gd name="T17" fmla="*/ 138 h 678"/>
                              <a:gd name="T18" fmla="*/ 83 w 571"/>
                              <a:gd name="T19" fmla="*/ 77 h 678"/>
                              <a:gd name="T20" fmla="*/ 206 w 571"/>
                              <a:gd name="T21" fmla="*/ 0 h 6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71" h="678">
                                <a:moveTo>
                                  <a:pt x="206" y="0"/>
                                </a:moveTo>
                                <a:lnTo>
                                  <a:pt x="340" y="51"/>
                                </a:lnTo>
                                <a:lnTo>
                                  <a:pt x="448" y="200"/>
                                </a:lnTo>
                                <a:lnTo>
                                  <a:pt x="509" y="396"/>
                                </a:lnTo>
                                <a:lnTo>
                                  <a:pt x="571" y="678"/>
                                </a:lnTo>
                                <a:lnTo>
                                  <a:pt x="304" y="555"/>
                                </a:lnTo>
                                <a:lnTo>
                                  <a:pt x="52" y="329"/>
                                </a:lnTo>
                                <a:lnTo>
                                  <a:pt x="0" y="200"/>
                                </a:lnTo>
                                <a:lnTo>
                                  <a:pt x="16" y="138"/>
                                </a:lnTo>
                                <a:lnTo>
                                  <a:pt x="83" y="77"/>
                                </a:lnTo>
                                <a:lnTo>
                                  <a:pt x="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orma libre 4" descr="Cinta verde y negra en el margen"/>
                        <wps:cNvSpPr>
                          <a:spLocks/>
                        </wps:cNvSpPr>
                        <wps:spPr bwMode="auto">
                          <a:xfrm>
                            <a:off x="1692" y="1461"/>
                            <a:ext cx="339" cy="894"/>
                          </a:xfrm>
                          <a:custGeom>
                            <a:avLst/>
                            <a:gdLst>
                              <a:gd name="T0" fmla="*/ 0 w 339"/>
                              <a:gd name="T1" fmla="*/ 0 h 894"/>
                              <a:gd name="T2" fmla="*/ 67 w 339"/>
                              <a:gd name="T3" fmla="*/ 894 h 894"/>
                              <a:gd name="T4" fmla="*/ 339 w 339"/>
                              <a:gd name="T5" fmla="*/ 879 h 894"/>
                              <a:gd name="T6" fmla="*/ 237 w 339"/>
                              <a:gd name="T7" fmla="*/ 586 h 894"/>
                              <a:gd name="T8" fmla="*/ 211 w 339"/>
                              <a:gd name="T9" fmla="*/ 462 h 894"/>
                              <a:gd name="T10" fmla="*/ 201 w 339"/>
                              <a:gd name="T11" fmla="*/ 279 h 894"/>
                              <a:gd name="T12" fmla="*/ 231 w 339"/>
                              <a:gd name="T13" fmla="*/ 164 h 894"/>
                              <a:gd name="T14" fmla="*/ 242 w 339"/>
                              <a:gd name="T15" fmla="*/ 118 h 894"/>
                              <a:gd name="T16" fmla="*/ 0 w 339"/>
                              <a:gd name="T17" fmla="*/ 0 h 8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39" h="894">
                                <a:moveTo>
                                  <a:pt x="0" y="0"/>
                                </a:moveTo>
                                <a:lnTo>
                                  <a:pt x="67" y="894"/>
                                </a:lnTo>
                                <a:lnTo>
                                  <a:pt x="339" y="879"/>
                                </a:lnTo>
                                <a:lnTo>
                                  <a:pt x="237" y="586"/>
                                </a:lnTo>
                                <a:lnTo>
                                  <a:pt x="211" y="462"/>
                                </a:lnTo>
                                <a:lnTo>
                                  <a:pt x="201" y="279"/>
                                </a:lnTo>
                                <a:lnTo>
                                  <a:pt x="231" y="164"/>
                                </a:lnTo>
                                <a:lnTo>
                                  <a:pt x="242" y="1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53" name="Cuadro de texto 2" descr="Cinta verde y negra en el margen con bolas de adorno navideñas rojas y verdes en la parte superior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7400" cy="9676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2CFC31" w14:textId="77777777" w:rsidR="00192BB6" w:rsidRDefault="00192BB6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6A7C782F" wp14:editId="441B950A">
                                  <wp:extent cx="6867158" cy="9439674"/>
                                  <wp:effectExtent l="19050" t="0" r="0" b="0"/>
                                  <wp:docPr id="94" name="Imagen 9" descr="margen_12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argen_12.png"/>
                                          <pic:cNvPicPr/>
                                        </pic:nvPicPr>
                                        <pic:blipFill>
                                          <a:blip r:embed="rId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67158" cy="943967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Cuadro de texto 3" descr="Cinta verde y negra en el margen con bolas de adorno navideñas rojas y verdes en la parte superior"/>
                      <wps:cNvSpPr txBox="1">
                        <a:spLocks noChangeArrowheads="1"/>
                      </wps:cNvSpPr>
                      <wps:spPr bwMode="auto">
                        <a:xfrm>
                          <a:off x="123825" y="133350"/>
                          <a:ext cx="6990715" cy="9267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744563" w14:textId="77777777" w:rsidR="00192BB6" w:rsidRDefault="00192BB6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71318509" wp14:editId="13C99366">
                                  <wp:extent cx="6617221" cy="9098299"/>
                                  <wp:effectExtent l="19050" t="0" r="0" b="0"/>
                                  <wp:docPr id="95" name="Imagen 7" descr="Cinta verde y negra en el margen con bolas de adorno navideñas rojas y verdes en la parte superio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argen_11.png"/>
                                          <pic:cNvPicPr/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17221" cy="90982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Elipse 29" descr="Objeto colgante redondo y rojo "/>
                      <wps:cNvSpPr>
                        <a:spLocks noChangeArrowheads="1"/>
                      </wps:cNvSpPr>
                      <wps:spPr bwMode="auto">
                        <a:xfrm>
                          <a:off x="1000125" y="1828800"/>
                          <a:ext cx="756285" cy="73977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Cuadro de texto 18" descr="Objeto colgante redondo y rojo "/>
                      <wps:cNvSpPr txBox="1">
                        <a:spLocks noChangeArrowheads="1"/>
                      </wps:cNvSpPr>
                      <wps:spPr bwMode="auto">
                        <a:xfrm>
                          <a:off x="857250" y="1457325"/>
                          <a:ext cx="1012190" cy="1292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0B2C0E" w14:textId="77777777" w:rsidR="00192BB6" w:rsidRDefault="00192BB6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37285D89" wp14:editId="2299346D">
                                  <wp:extent cx="722377" cy="1062840"/>
                                  <wp:effectExtent l="19050" t="0" r="1523" b="0"/>
                                  <wp:docPr id="96" name="Imagen 0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22377" cy="10628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Elipse 27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2638425" y="1095375"/>
                          <a:ext cx="1317625" cy="128841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Cuadro de texto 19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2390775" y="523875"/>
                          <a:ext cx="1788160" cy="221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B3470" w14:textId="77777777" w:rsidR="00192BB6" w:rsidRDefault="00192BB6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6A7D0366" wp14:editId="58F85D09">
                                  <wp:extent cx="1249683" cy="1816640"/>
                                  <wp:effectExtent l="19050" t="0" r="7617" b="0"/>
                                  <wp:docPr id="97" name="Imagen 5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1.pn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49683" cy="18166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Elipse 28" descr="Objeto colgante redondo y rojo "/>
                      <wps:cNvSpPr>
                        <a:spLocks noChangeArrowheads="1"/>
                      </wps:cNvSpPr>
                      <wps:spPr bwMode="auto">
                        <a:xfrm>
                          <a:off x="5143500" y="1762125"/>
                          <a:ext cx="983615" cy="96202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Cuadro de texto 20" descr="Objeto colgante redondo y rojo "/>
                      <wps:cNvSpPr txBox="1">
                        <a:spLocks noChangeArrowheads="1"/>
                      </wps:cNvSpPr>
                      <wps:spPr bwMode="auto">
                        <a:xfrm>
                          <a:off x="4905375" y="1266825"/>
                          <a:ext cx="1474470" cy="180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7210A4" w14:textId="77777777" w:rsidR="00192BB6" w:rsidRDefault="00192BB6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4B15FB36" wp14:editId="25531166">
                                  <wp:extent cx="999746" cy="1460039"/>
                                  <wp:effectExtent l="19050" t="0" r="0" b="0"/>
                                  <wp:docPr id="98" name="Imagen 21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3.pn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99746" cy="14600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Elipse 31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6591300" y="1466850"/>
                          <a:ext cx="497205" cy="48641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Cuadro de texto 32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6429375" y="1209675"/>
                          <a:ext cx="790575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C2AFAF" w14:textId="77777777" w:rsidR="00192BB6" w:rsidRDefault="00192BB6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7ECF342B" wp14:editId="6E1145B6">
                                  <wp:extent cx="476473" cy="701040"/>
                                  <wp:effectExtent l="19050" t="0" r="0" b="0"/>
                                  <wp:docPr id="99" name="Imagen 0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7145" cy="7020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Elipse 33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104775" y="1514475"/>
                          <a:ext cx="486410" cy="47561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Cuadro de texto 34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9525" y="1266825"/>
                          <a:ext cx="735330" cy="865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ADA800" w14:textId="77777777" w:rsidR="00192BB6" w:rsidRDefault="00192BB6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27AC4D22" wp14:editId="1817C820">
                                  <wp:extent cx="454482" cy="660672"/>
                                  <wp:effectExtent l="57150" t="19050" r="21768" b="6078"/>
                                  <wp:docPr id="100" name="Imagen 5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1.pn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365992">
                                            <a:off x="0" y="0"/>
                                            <a:ext cx="455573" cy="6622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Elipse 35" descr="Objeto colgante redondo y rojo "/>
                      <wps:cNvSpPr>
                        <a:spLocks noChangeArrowheads="1"/>
                      </wps:cNvSpPr>
                      <wps:spPr bwMode="auto">
                        <a:xfrm>
                          <a:off x="4200525" y="942975"/>
                          <a:ext cx="734060" cy="71818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Cuadro de texto 36" descr="Objeto colgante redondo y rojo "/>
                      <wps:cNvSpPr txBox="1">
                        <a:spLocks noChangeArrowheads="1"/>
                      </wps:cNvSpPr>
                      <wps:spPr bwMode="auto">
                        <a:xfrm>
                          <a:off x="4076700" y="561975"/>
                          <a:ext cx="969010" cy="1264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69328C" w14:textId="77777777" w:rsidR="00192BB6" w:rsidRDefault="00192BB6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636544FF" wp14:editId="3F14CE84">
                                  <wp:extent cx="701040" cy="1023806"/>
                                  <wp:effectExtent l="19050" t="38100" r="80010" b="4894"/>
                                  <wp:docPr id="101" name="Imagen 21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3.pn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20660999">
                                            <a:off x="0" y="0"/>
                                            <a:ext cx="703006" cy="102667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Elipse 37" descr="Objeto colgante redondo y verde"/>
                      <wps:cNvSpPr>
                        <a:spLocks noChangeArrowheads="1"/>
                      </wps:cNvSpPr>
                      <wps:spPr bwMode="auto">
                        <a:xfrm>
                          <a:off x="1619250" y="857250"/>
                          <a:ext cx="497205" cy="48641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Cuadro de texto 38" descr="Objeto colgante redondo y verde"/>
                      <wps:cNvSpPr txBox="1">
                        <a:spLocks noChangeArrowheads="1"/>
                      </wps:cNvSpPr>
                      <wps:spPr bwMode="auto">
                        <a:xfrm>
                          <a:off x="1495425" y="590550"/>
                          <a:ext cx="790575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101A59" w14:textId="77777777" w:rsidR="00192BB6" w:rsidRDefault="00192BB6" w:rsidP="00192BB6">
                            <w:r>
                              <w:rPr>
                                <w:noProof/>
                                <w:lang w:bidi="es-ES"/>
                              </w:rPr>
                              <w:drawing>
                                <wp:inline distT="0" distB="0" distL="0" distR="0" wp14:anchorId="1C437CAA" wp14:editId="64125003">
                                  <wp:extent cx="476473" cy="701040"/>
                                  <wp:effectExtent l="57150" t="19050" r="0" b="3810"/>
                                  <wp:docPr id="102" name="Imagen 0" descr="Bola de adorn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dorno_2.png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523444">
                                            <a:off x="0" y="0"/>
                                            <a:ext cx="477145" cy="7020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F3F985D" id="Grupo 40" o:spid="_x0000_s1026" alt="Cinta verde y negra en el margen con bolas de adorno navideñas rojas y verdes en la parte superior" style="position:absolute;left:0;text-align:left;margin-left:0;margin-top:0;width:568.8pt;height:761.75pt;z-index:-251657216;mso-position-horizontal:center;mso-position-horizontal-relative:page;mso-position-vertical:center;mso-position-vertical-relative:page;mso-width-relative:margin;mso-height-relative:margin" coordsize="72199,96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">
              <v:group id="Grupo 22" o:spid="_x0000_s1027" style="position:absolute;left:1714;top:381;width:68199;height:94018" coordorigin="741,343" coordsize="10740,14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<v:shape id="Forma libre 17" o:spid="_x0000_s1028" alt="Cinta verde y negra en el margen" style="position:absolute;left:10245;top:343;width:324;height:763;visibility:visible;mso-wrap-style:square;v-text-anchor:top" coordsize="324,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" path="m,156c20,78,136,,190,22v54,22,115,174,134,268l303,588c279,664,219,763,180,747l68,491c38,393,14,226,,156xe" fillcolor="#9bbb59 [3206]" stroked="f">
                  <v:path arrowok="t" o:connecttype="custom" o:connectlocs="0,156;190,22;324,290;303,588;180,747;68,491;0,156" o:connectangles="0,0,0,0,0,0,0"/>
                </v:shape>
                <v:shape id="Forma libre 13" o:spid="_x0000_s1029" alt="Cinta verde y negra en el margen" style="position:absolute;left:741;top:13320;width:678;height:685;visibility:visible;mso-wrap-style:square;v-text-anchor:top" coordsize="678,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" path="m678,49l205,,28,103,,328,134,664r177,21l459,614,558,473,643,198,678,49xe" fillcolor="#9bbb59 [3206]" stroked="f">
                  <v:path arrowok="t" o:connecttype="custom" o:connectlocs="678,49;205,0;28,103;0,328;134,664;311,685;459,614;558,473;643,198;678,49" o:connectangles="0,0,0,0,0,0,0,0,0,0"/>
                </v:shape>
                <v:shape id="Forma libre 12" o:spid="_x0000_s1030" alt="Cinta verde y negra en el margen" style="position:absolute;left:1419;top:6212;width:466;height:7306;visibility:visible;mso-wrap-style:square;v-text-anchor:top" coordsize="466,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" path="m,7150l77,6014,233,3000,353,,466,2755r,1833l466,5613,374,6826r-35,480l,7150xe" fillcolor="#9bbb59 [3206]" stroked="f">
                  <v:path arrowok="t" o:connecttype="custom" o:connectlocs="0,7150;77,6014;233,3000;353,0;466,2755;466,4588;466,5613;374,6826;339,7306;0,7150" o:connectangles="0,0,0,0,0,0,0,0,0,0"/>
                </v:shape>
                <v:shape id="Forma libre 11" o:spid="_x0000_s1031" alt="Cinta verde y negra en el margen" style="position:absolute;left:1661;top:13418;width:7653;height:1731;visibility:visible;mso-wrap-style:square;v-text-anchor:top" coordsize="7653,1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" path="m112,516r100,494l162,1010c127,1059,13,1197,,1307r87,363l170,1731r133,-61l370,1490,253,1099r9,-167l520,924r682,86l2226,1140r1107,81l4715,1273,5988,1173r650,-83l7212,940,7653,699,6413,874,5189,940r-1581,9l2384,795,1635,549,1144,241,969,,907,50,112,516xe" fillcolor="#9bbb59 [3206]" stroked="f">
                  <v:path arrowok="t" o:connecttype="custom" o:connectlocs="112,516;212,1010;162,1010;0,1307;87,1670;170,1731;303,1670;370,1490;253,1099;262,932;520,924;1202,1010;2226,1140;3333,1221;4715,1273;5988,1173;6638,1090;7212,940;7653,699;6413,874;5189,940;3608,949;2384,795;1635,549;1144,241;969,0;907,50;112,516" o:connectangles="0,0,0,0,0,0,0,0,0,0,0,0,0,0,0,0,0,0,0,0,0,0,0,0,0,0,0,0"/>
                </v:shape>
                <v:shape id="Forma libre 10" o:spid="_x0000_s1032" alt="Cinta verde y negra en el margen" style="position:absolute;left:10263;top:13151;width:915;height:1807;visibility:visible;mso-wrap-style:square;v-text-anchor:top" coordsize="915,1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" path="m383,l127,50r48,150l67,616,,866r554,333l508,1241r116,383l724,1807r84,-42l915,1674r,-126l733,1341,599,1182,475,1116,383,xe" fillcolor="#9bbb59 [3206]" stroked="f">
                  <v:path arrowok="t" o:connecttype="custom" o:connectlocs="383,0;127,50;175,200;67,616;0,866;554,1199;508,1241;624,1624;724,1807;808,1765;915,1674;915,1548;733,1341;599,1182;475,1116;383,0" o:connectangles="0,0,0,0,0,0,0,0,0,0,0,0,0,0,0,0"/>
                </v:shape>
                <v:shape id="Forma libre 9" o:spid="_x0000_s1033" alt="Cinta verde y negra en el margen" style="position:absolute;left:10330;top:2169;width:487;height:8119;visibility:visible;mso-wrap-style:square;v-text-anchor:top" coordsize="487,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" path="m487,73l60,,,1702,60,5309,250,8119,291,4623,433,1144,487,73xe" fillcolor="#9bbb59 [3206]" stroked="f">
                  <v:path arrowok="t" o:connecttype="custom" o:connectlocs="487,73;60,0;0,1702;60,5309;250,8119;291,4623;433,1144;487,73" o:connectangles="0,0,0,0,0,0,0,0"/>
                </v:shape>
                <v:shape id="Forma libre 8" o:spid="_x0000_s1034" alt="Cinta verde y negra en el margen" style="position:absolute;left:10817;top:1548;width:664;height:694;visibility:visible;mso-wrap-style:square;v-text-anchor:top" coordsize="664,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" path="m,694r532,-9l608,621,664,521r,-228l565,103,436,,285,34,212,95r-74,77l74,302,30,481,,694xe" fillcolor="#9bbb59 [3206]" stroked="f">
                  <v:path arrowok="t" o:connecttype="custom" o:connectlocs="0,694;532,685;608,621;664,521;664,293;565,103;436,0;285,34;212,95;138,172;74,302;30,481;0,694" o:connectangles="0,0,0,0,0,0,0,0,0,0,0,0,0"/>
                </v:shape>
                <v:shape id="Forma libre 7" o:spid="_x0000_s1035" alt="Cinta verde y negra en el margen" style="position:absolute;left:10390;top:1548;width:190;height:621;visibility:visible;mso-wrap-style:square;v-text-anchor:top" coordsize="190,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" path="m173,l74,64,,621,56,586,48,560,151,349,190,155,173,xe" fillcolor="#9bbb59 [3206]" stroked="f">
                  <v:path arrowok="t" o:connecttype="custom" o:connectlocs="173,0;74,64;0,621;56,586;48,560;151,349;190,155;173,0" o:connectangles="0,0,0,0,0,0,0,0"/>
                </v:shape>
                <v:shape id="Forma libre 6" o:spid="_x0000_s1036" alt="Cinta verde y negra en el margen" style="position:absolute;left:3838;top:921;width:6681;height:1108;visibility:visible;mso-wrap-style:square;v-text-anchor:top" coordsize="6681,1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" path="m6627,669l6151,956r-203,152l5771,956,5412,712,4839,498,4224,348,3581,267,2912,203r-626,l1745,225r-696,21l455,278,43,326,,251,795,96,1376,53,1820,21,2307,r525,10l3298,21r760,59l4706,128r663,54l6258,300,6627,192r54,236l6627,669xe" fillcolor="#9bbb59 [3206]" stroked="f">
                  <v:path arrowok="t" o:connecttype="custom" o:connectlocs="6627,669;6151,956;5948,1108;5771,956;5412,712;4839,498;4224,348;3581,267;2912,203;2286,203;1745,225;1049,246;455,278;43,326;0,251;795,96;1376,53;1820,21;2307,0;2832,10;3298,21;4058,80;4706,128;5369,182;6258,300;6627,192;6681,428;6627,669" o:connectangles="0,0,0,0,0,0,0,0,0,0,0,0,0,0,0,0,0,0,0,0,0,0,0,0,0,0,0,0"/>
                </v:shape>
                <v:shape id="Forma libre 5" o:spid="_x0000_s1037" alt="Cinta verde y negra en el margen" style="position:absolute;left:1090;top:705;width:571;height:678;visibility:visible;mso-wrap-style:square;v-text-anchor:top" coordsize="571,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" path="m206,l340,51,448,200r61,196l571,678,304,555,52,329,,200,16,138,83,77,206,xe" fillcolor="#9bbb59 [3206]" stroked="f">
                  <v:path arrowok="t" o:connecttype="custom" o:connectlocs="206,0;340,51;448,200;509,396;571,678;304,555;52,329;0,200;16,138;83,77;206,0" o:connectangles="0,0,0,0,0,0,0,0,0,0,0"/>
                </v:shape>
                <v:shape id="Forma libre 4" o:spid="_x0000_s1038" alt="Cinta verde y negra en el margen" style="position:absolute;left:1692;top:1461;width:339;height:894;visibility:visible;mso-wrap-style:square;v-text-anchor:top" coordsize="339,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" path="m,l67,894,339,879,237,586,211,462,201,279,231,164r11,-46l,xe" fillcolor="#9bbb59 [3206]" stroked="f">
                  <v:path arrowok="t" o:connecttype="custom" o:connectlocs="0,0;67,894;339,879;237,586;211,462;201,279;231,164;242,118;0,0" o:connectangles="0,0,0,0,0,0,0,0,0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39" type="#_x0000_t202" alt="Cinta verde y negra en el margen con bolas de adorno navideñas rojas y verdes en la parte superior" style="position:absolute;width:71374;height:96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PJO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qmE7h/iT9ALm8AAAD//wMAUEsBAi0AFAAGAAgAAAAhANvh9svuAAAAhQEAABMAAAAAAAAAAAAA&#10;AAAAAAAAAFtDb250ZW50X1R5cGVzXS54bWxQSwECLQAUAAYACAAAACEAWvQsW78AAAAVAQAACwAA&#10;AAAAAAAAAAAAAAAfAQAAX3JlbHMvLnJlbHNQSwECLQAUAAYACAAAACEAOjjyTsMAAADbAAAADwAA&#10;AAAAAAAAAAAAAAAHAgAAZHJzL2Rvd25yZXYueG1sUEsFBgAAAAADAAMAtwAAAPcCAAAAAA==&#10;" filled="f" stroked="f">
                <v:textbox>
                  <w:txbxContent>
                    <w:p w14:paraId="702CFC31" w14:textId="77777777" w:rsidR="00192BB6" w:rsidRDefault="00192BB6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6A7C782F" wp14:editId="441B950A">
                            <wp:extent cx="6867158" cy="9439674"/>
                            <wp:effectExtent l="19050" t="0" r="0" b="0"/>
                            <wp:docPr id="94" name="Imagen 9" descr="margen_12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argen_12.png"/>
                                    <pic:cNvPicPr/>
                                  </pic:nvPicPr>
                                  <pic:blipFill>
                                    <a:blip r:embed="rId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867158" cy="943967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Cuadro de texto 3" o:spid="_x0000_s1040" type="#_x0000_t202" alt="Cinta verde y negra en el margen con bolas de adorno navideñas rojas y verdes en la parte superior" style="position:absolute;left:1238;top:1333;width:69907;height:92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<v:textbox>
                  <w:txbxContent>
                    <w:p w14:paraId="44744563" w14:textId="77777777" w:rsidR="00192BB6" w:rsidRDefault="00192BB6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71318509" wp14:editId="13C99366">
                            <wp:extent cx="6617221" cy="9098299"/>
                            <wp:effectExtent l="19050" t="0" r="0" b="0"/>
                            <wp:docPr id="95" name="Imagen 7" descr="Cinta verde y negra en el margen con bolas de adorno navideñas rojas y verdes en la parte superio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argen_11.png"/>
                                    <pic:cNvPicPr/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17221" cy="90982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29" o:spid="_x0000_s1041" alt="Objeto colgante redondo y rojo " style="position:absolute;left:10001;top:18288;width:7563;height:7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" fillcolor="#c0504d [3205]" stroked="f"/>
              <v:shape id="Cuadro de texto 18" o:spid="_x0000_s1042" type="#_x0000_t202" alt="Objeto colgante redondo y rojo " style="position:absolute;left:8572;top:14573;width:10122;height:12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1HW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" filled="f" stroked="f">
                <v:textbox>
                  <w:txbxContent>
                    <w:p w14:paraId="1F0B2C0E" w14:textId="77777777" w:rsidR="00192BB6" w:rsidRDefault="00192BB6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37285D89" wp14:editId="2299346D">
                            <wp:extent cx="722377" cy="1062840"/>
                            <wp:effectExtent l="19050" t="0" r="1523" b="0"/>
                            <wp:docPr id="96" name="Imagen 0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22377" cy="10628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27" o:spid="_x0000_s1043" alt="Objeto colgante redondo y verde" style="position:absolute;left:26384;top:10953;width:13176;height:12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" fillcolor="#9bbb59 [3206]" stroked="f"/>
              <v:shape id="Cuadro de texto 19" o:spid="_x0000_s1044" type="#_x0000_t202" alt="Objeto colgante redondo y verde" style="position:absolute;left:23907;top:5238;width:17882;height:22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<v:textbox>
                  <w:txbxContent>
                    <w:p w14:paraId="1A0B3470" w14:textId="77777777" w:rsidR="00192BB6" w:rsidRDefault="00192BB6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6A7D0366" wp14:editId="58F85D09">
                            <wp:extent cx="1249683" cy="1816640"/>
                            <wp:effectExtent l="19050" t="0" r="7617" b="0"/>
                            <wp:docPr id="97" name="Imagen 5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1.pn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49683" cy="18166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28" o:spid="_x0000_s1045" alt="Objeto colgante redondo y rojo " style="position:absolute;left:51435;top:17621;width:9836;height:9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" fillcolor="#c0504d [3205]" stroked="f"/>
              <v:shape id="Cuadro de texto 20" o:spid="_x0000_s1046" type="#_x0000_t202" alt="Objeto colgante redondo y rojo " style="position:absolute;left:49053;top:12668;width:14745;height:18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<v:textbox>
                  <w:txbxContent>
                    <w:p w14:paraId="5A7210A4" w14:textId="77777777" w:rsidR="00192BB6" w:rsidRDefault="00192BB6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4B15FB36" wp14:editId="25531166">
                            <wp:extent cx="999746" cy="1460039"/>
                            <wp:effectExtent l="19050" t="0" r="0" b="0"/>
                            <wp:docPr id="98" name="Imagen 21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3.pn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99746" cy="14600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1" o:spid="_x0000_s1047" alt="Objeto colgante redondo y verde" style="position:absolute;left:65913;top:14668;width:4972;height:4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" fillcolor="#9bbb59 [3206]" stroked="f"/>
              <v:shape id="Cuadro de texto 32" o:spid="_x0000_s1048" type="#_x0000_t202" alt="Objeto colgante redondo y verde" style="position:absolute;left:64293;top:12096;width:7906;height:9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J1o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MhncPfl/gD5PoXAAD//wMAUEsBAi0AFAAGAAgAAAAhANvh9svuAAAAhQEAABMAAAAAAAAAAAAA&#10;AAAAAAAAAFtDb250ZW50X1R5cGVzXS54bWxQSwECLQAUAAYACAAAACEAWvQsW78AAAAVAQAACwAA&#10;AAAAAAAAAAAAAAAfAQAAX3JlbHMvLnJlbHNQSwECLQAUAAYACAAAACEAmxidaMMAAADbAAAADwAA&#10;AAAAAAAAAAAAAAAHAgAAZHJzL2Rvd25yZXYueG1sUEsFBgAAAAADAAMAtwAAAPcCAAAAAA==&#10;" filled="f" stroked="f">
                <v:textbox>
                  <w:txbxContent>
                    <w:p w14:paraId="33C2AFAF" w14:textId="77777777" w:rsidR="00192BB6" w:rsidRDefault="00192BB6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7ECF342B" wp14:editId="6E1145B6">
                            <wp:extent cx="476473" cy="701040"/>
                            <wp:effectExtent l="19050" t="0" r="0" b="0"/>
                            <wp:docPr id="99" name="Imagen 0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77145" cy="7020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3" o:spid="_x0000_s1049" alt="Objeto colgante redondo y verde" style="position:absolute;left:1047;top:15144;width:4864;height:4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" fillcolor="#9bbb59 [3206]" stroked="f"/>
              <v:shape id="Cuadro de texto 34" o:spid="_x0000_s1050" type="#_x0000_t202" alt="Objeto colgante redondo y verde" style="position:absolute;left:95;top:12668;width:7353;height:8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aCH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" filled="f" stroked="f">
                <v:textbox>
                  <w:txbxContent>
                    <w:p w14:paraId="34ADA800" w14:textId="77777777" w:rsidR="00192BB6" w:rsidRDefault="00192BB6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27AC4D22" wp14:editId="1817C820">
                            <wp:extent cx="454482" cy="660672"/>
                            <wp:effectExtent l="57150" t="19050" r="21768" b="6078"/>
                            <wp:docPr id="100" name="Imagen 5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1.pn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365992">
                                      <a:off x="0" y="0"/>
                                      <a:ext cx="455573" cy="66225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5" o:spid="_x0000_s1051" alt="Objeto colgante redondo y rojo " style="position:absolute;left:42005;top:9429;width:7340;height:7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" fillcolor="#c0504d [3205]" stroked="f"/>
              <v:shape id="Cuadro de texto 36" o:spid="_x0000_s1052" type="#_x0000_t202" alt="Objeto colgante redondo y rojo " style="position:absolute;left:40767;top:5619;width:9690;height:12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" filled="f" stroked="f">
                <v:textbox>
                  <w:txbxContent>
                    <w:p w14:paraId="3F69328C" w14:textId="77777777" w:rsidR="00192BB6" w:rsidRDefault="00192BB6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636544FF" wp14:editId="3F14CE84">
                            <wp:extent cx="701040" cy="1023806"/>
                            <wp:effectExtent l="19050" t="38100" r="80010" b="4894"/>
                            <wp:docPr id="101" name="Imagen 21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3.pn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20660999">
                                      <a:off x="0" y="0"/>
                                      <a:ext cx="703006" cy="102667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Elipse 37" o:spid="_x0000_s1053" alt="Objeto colgante redondo y verde" style="position:absolute;left:16192;top:8572;width:4972;height:4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" fillcolor="#9bbb59 [3206]" stroked="f"/>
              <v:shape id="Cuadro de texto 38" o:spid="_x0000_s1054" type="#_x0000_t202" alt="Objeto colgante redondo y verde" style="position:absolute;left:14954;top:5905;width:7906;height:9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KqC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H&#10;xi/xB8jVGwAA//8DAFBLAQItABQABgAIAAAAIQDb4fbL7gAAAIUBAAATAAAAAAAAAAAAAAAAAAAA&#10;AABbQ29udGVudF9UeXBlc10ueG1sUEsBAi0AFAAGAAgAAAAhAFr0LFu/AAAAFQEAAAsAAAAAAAAA&#10;AAAAAAAAHwEAAF9yZWxzLy5yZWxzUEsBAi0AFAAGAAgAAAAhAPrwqoK+AAAA2wAAAA8AAAAAAAAA&#10;AAAAAAAABwIAAGRycy9kb3ducmV2LnhtbFBLBQYAAAAAAwADALcAAADyAgAAAAA=&#10;" filled="f" stroked="f">
                <v:textbox>
                  <w:txbxContent>
                    <w:p w14:paraId="3C101A59" w14:textId="77777777" w:rsidR="00192BB6" w:rsidRDefault="00192BB6" w:rsidP="00192BB6">
                      <w:r>
                        <w:rPr>
                          <w:noProof/>
                          <w:lang w:bidi="es-ES"/>
                        </w:rPr>
                        <w:drawing>
                          <wp:inline distT="0" distB="0" distL="0" distR="0" wp14:anchorId="1C437CAA" wp14:editId="64125003">
                            <wp:extent cx="476473" cy="701040"/>
                            <wp:effectExtent l="57150" t="19050" r="0" b="3810"/>
                            <wp:docPr id="102" name="Imagen 0" descr="Bola de adorn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dorno_2.png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523444">
                                      <a:off x="0" y="0"/>
                                      <a:ext cx="477145" cy="7020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w10:wrap anchorx="page"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B482108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D84C0DE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0AADC0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42E9CFA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290AFCC"/>
    <w:lvl w:ilvl="0">
      <w:start w:val="1"/>
      <w:numFmt w:val="bullet"/>
      <w:pStyle w:val="Listaconvieta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86023EA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174FE9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E7E0D42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8E4684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AB47ECE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50272794">
    <w:abstractNumId w:val="9"/>
  </w:num>
  <w:num w:numId="2" w16cid:durableId="982000413">
    <w:abstractNumId w:val="7"/>
  </w:num>
  <w:num w:numId="3" w16cid:durableId="1121195017">
    <w:abstractNumId w:val="6"/>
  </w:num>
  <w:num w:numId="4" w16cid:durableId="1338653854">
    <w:abstractNumId w:val="5"/>
  </w:num>
  <w:num w:numId="5" w16cid:durableId="2082018158">
    <w:abstractNumId w:val="4"/>
  </w:num>
  <w:num w:numId="6" w16cid:durableId="1398624875">
    <w:abstractNumId w:val="8"/>
  </w:num>
  <w:num w:numId="7" w16cid:durableId="532809251">
    <w:abstractNumId w:val="3"/>
  </w:num>
  <w:num w:numId="8" w16cid:durableId="1256086625">
    <w:abstractNumId w:val="2"/>
  </w:num>
  <w:num w:numId="9" w16cid:durableId="1186285356">
    <w:abstractNumId w:val="1"/>
  </w:num>
  <w:num w:numId="10" w16cid:durableId="177895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mailMerge>
    <w:mainDocumentType w:val="formLetters"/>
    <w:linkToQuery/>
    <w:dataType w:val="native"/>
    <w:connectString w:val="Provider=Microsoft.ACE.OLEDB.12.0;User ID=Admin;Data Source=C:\Users\mikyg\Desktop\Invitados 4to Bach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Hoja1$`"/>
    <w:dataSource r:id="rId2"/>
    <w:odso>
      <w:udl w:val="Provider=Microsoft.ACE.OLEDB.12.0;User ID=Admin;Data Source=C:\Users\mikyg\Desktop\Invitados 4to Bach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Hoja1$"/>
      <w:src r:id="rId3"/>
      <w:colDelim w:val="9"/>
      <w:type w:val="database"/>
      <w:fHdr/>
      <w:fieldMapData>
        <w:column w:val="0"/>
        <w:lid w:val="es-GT"/>
      </w:fieldMapData>
      <w:fieldMapData>
        <w:column w:val="0"/>
        <w:lid w:val="es-GT"/>
      </w:fieldMapData>
      <w:fieldMapData>
        <w:column w:val="0"/>
        <w:lid w:val="es-GT"/>
      </w:fieldMapData>
      <w:fieldMapData>
        <w:column w:val="0"/>
        <w:lid w:val="es-GT"/>
      </w:fieldMapData>
      <w:fieldMapData>
        <w:type w:val="dbColumn"/>
        <w:name w:val="Apellidos"/>
        <w:mappedName w:val="Apellidos"/>
        <w:column w:val="0"/>
        <w:lid w:val="es-GT"/>
      </w:fieldMapData>
      <w:fieldMapData>
        <w:column w:val="0"/>
        <w:lid w:val="es-GT"/>
      </w:fieldMapData>
      <w:fieldMapData>
        <w:column w:val="0"/>
        <w:lid w:val="es-GT"/>
      </w:fieldMapData>
      <w:fieldMapData>
        <w:column w:val="0"/>
        <w:lid w:val="es-GT"/>
      </w:fieldMapData>
      <w:fieldMapData>
        <w:column w:val="0"/>
        <w:lid w:val="es-GT"/>
      </w:fieldMapData>
      <w:fieldMapData>
        <w:column w:val="0"/>
        <w:lid w:val="es-GT"/>
      </w:fieldMapData>
      <w:fieldMapData>
        <w:column w:val="0"/>
        <w:lid w:val="es-GT"/>
      </w:fieldMapData>
      <w:fieldMapData>
        <w:column w:val="0"/>
        <w:lid w:val="es-GT"/>
      </w:fieldMapData>
      <w:fieldMapData>
        <w:column w:val="0"/>
        <w:lid w:val="es-GT"/>
      </w:fieldMapData>
      <w:fieldMapData>
        <w:column w:val="0"/>
        <w:lid w:val="es-GT"/>
      </w:fieldMapData>
      <w:fieldMapData>
        <w:column w:val="0"/>
        <w:lid w:val="es-GT"/>
      </w:fieldMapData>
      <w:fieldMapData>
        <w:column w:val="0"/>
        <w:lid w:val="es-GT"/>
      </w:fieldMapData>
      <w:fieldMapData>
        <w:column w:val="0"/>
        <w:lid w:val="es-GT"/>
      </w:fieldMapData>
      <w:fieldMapData>
        <w:column w:val="0"/>
        <w:lid w:val="es-GT"/>
      </w:fieldMapData>
      <w:fieldMapData>
        <w:column w:val="0"/>
        <w:lid w:val="es-GT"/>
      </w:fieldMapData>
      <w:fieldMapData>
        <w:column w:val="0"/>
        <w:lid w:val="es-GT"/>
      </w:fieldMapData>
      <w:fieldMapData>
        <w:column w:val="0"/>
        <w:lid w:val="es-GT"/>
      </w:fieldMapData>
      <w:fieldMapData>
        <w:column w:val="0"/>
        <w:lid w:val="es-GT"/>
      </w:fieldMapData>
      <w:fieldMapData>
        <w:column w:val="0"/>
        <w:lid w:val="es-GT"/>
      </w:fieldMapData>
      <w:fieldMapData>
        <w:column w:val="0"/>
        <w:lid w:val="es-GT"/>
      </w:fieldMapData>
      <w:fieldMapData>
        <w:column w:val="0"/>
        <w:lid w:val="es-GT"/>
      </w:fieldMapData>
      <w:fieldMapData>
        <w:column w:val="0"/>
        <w:lid w:val="es-GT"/>
      </w:fieldMapData>
      <w:fieldMapData>
        <w:column w:val="0"/>
        <w:lid w:val="es-GT"/>
      </w:fieldMapData>
      <w:fieldMapData>
        <w:column w:val="0"/>
        <w:lid w:val="es-GT"/>
      </w:fieldMapData>
      <w:fieldMapData>
        <w:column w:val="0"/>
        <w:lid w:val="es-GT"/>
      </w:fieldMapData>
      <w:fieldMapData>
        <w:column w:val="0"/>
        <w:lid w:val="es-GT"/>
      </w:fieldMapData>
    </w:odso>
  </w:mailMerge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F55"/>
    <w:rsid w:val="000437A3"/>
    <w:rsid w:val="00044BB6"/>
    <w:rsid w:val="00054A29"/>
    <w:rsid w:val="00080CE3"/>
    <w:rsid w:val="000C566B"/>
    <w:rsid w:val="00132FA7"/>
    <w:rsid w:val="001418A4"/>
    <w:rsid w:val="00143C08"/>
    <w:rsid w:val="00166F8A"/>
    <w:rsid w:val="001761F1"/>
    <w:rsid w:val="001765B0"/>
    <w:rsid w:val="00176DF4"/>
    <w:rsid w:val="001855A9"/>
    <w:rsid w:val="00185E73"/>
    <w:rsid w:val="00192BB6"/>
    <w:rsid w:val="001D013D"/>
    <w:rsid w:val="001D4C15"/>
    <w:rsid w:val="001F045C"/>
    <w:rsid w:val="00261532"/>
    <w:rsid w:val="00273E6F"/>
    <w:rsid w:val="00286122"/>
    <w:rsid w:val="00297635"/>
    <w:rsid w:val="002E28D8"/>
    <w:rsid w:val="003122E5"/>
    <w:rsid w:val="003233C6"/>
    <w:rsid w:val="003458B7"/>
    <w:rsid w:val="00364A99"/>
    <w:rsid w:val="003B6F55"/>
    <w:rsid w:val="0041075F"/>
    <w:rsid w:val="00434A90"/>
    <w:rsid w:val="00445751"/>
    <w:rsid w:val="00450650"/>
    <w:rsid w:val="00460050"/>
    <w:rsid w:val="00477051"/>
    <w:rsid w:val="004B79B4"/>
    <w:rsid w:val="004C3DCD"/>
    <w:rsid w:val="004C468A"/>
    <w:rsid w:val="004C630E"/>
    <w:rsid w:val="0052519D"/>
    <w:rsid w:val="00554927"/>
    <w:rsid w:val="005B306C"/>
    <w:rsid w:val="005D68A2"/>
    <w:rsid w:val="005E2C3B"/>
    <w:rsid w:val="00617022"/>
    <w:rsid w:val="00637146"/>
    <w:rsid w:val="00657188"/>
    <w:rsid w:val="006678E7"/>
    <w:rsid w:val="00672DAD"/>
    <w:rsid w:val="00680C50"/>
    <w:rsid w:val="00687E12"/>
    <w:rsid w:val="00692C23"/>
    <w:rsid w:val="006E1AC8"/>
    <w:rsid w:val="006F2D17"/>
    <w:rsid w:val="007365C0"/>
    <w:rsid w:val="007432E0"/>
    <w:rsid w:val="00760534"/>
    <w:rsid w:val="007711A2"/>
    <w:rsid w:val="0079374B"/>
    <w:rsid w:val="007B6D42"/>
    <w:rsid w:val="007F00D9"/>
    <w:rsid w:val="008249A9"/>
    <w:rsid w:val="00841A87"/>
    <w:rsid w:val="00843BA0"/>
    <w:rsid w:val="0087527C"/>
    <w:rsid w:val="008A47B5"/>
    <w:rsid w:val="008A5DA4"/>
    <w:rsid w:val="008B7AE9"/>
    <w:rsid w:val="008C5BA2"/>
    <w:rsid w:val="008D2FF6"/>
    <w:rsid w:val="008D7C7A"/>
    <w:rsid w:val="008F4F61"/>
    <w:rsid w:val="00972061"/>
    <w:rsid w:val="0097333A"/>
    <w:rsid w:val="009968E1"/>
    <w:rsid w:val="009A046E"/>
    <w:rsid w:val="009B711D"/>
    <w:rsid w:val="009C4233"/>
    <w:rsid w:val="009E126D"/>
    <w:rsid w:val="00A370EF"/>
    <w:rsid w:val="00A510C0"/>
    <w:rsid w:val="00A7483E"/>
    <w:rsid w:val="00A94326"/>
    <w:rsid w:val="00AA0CE6"/>
    <w:rsid w:val="00AA10A3"/>
    <w:rsid w:val="00B25E67"/>
    <w:rsid w:val="00B552F2"/>
    <w:rsid w:val="00B61054"/>
    <w:rsid w:val="00B719CC"/>
    <w:rsid w:val="00B91502"/>
    <w:rsid w:val="00BB6BD8"/>
    <w:rsid w:val="00BC5528"/>
    <w:rsid w:val="00BC6C43"/>
    <w:rsid w:val="00BD73DE"/>
    <w:rsid w:val="00BF6FBF"/>
    <w:rsid w:val="00C047C4"/>
    <w:rsid w:val="00C20A0A"/>
    <w:rsid w:val="00C40C41"/>
    <w:rsid w:val="00C44985"/>
    <w:rsid w:val="00D63B6F"/>
    <w:rsid w:val="00D77809"/>
    <w:rsid w:val="00DF3A7F"/>
    <w:rsid w:val="00DF4FE7"/>
    <w:rsid w:val="00E241A1"/>
    <w:rsid w:val="00E363C8"/>
    <w:rsid w:val="00E625C8"/>
    <w:rsid w:val="00E84161"/>
    <w:rsid w:val="00EF309E"/>
    <w:rsid w:val="00F06832"/>
    <w:rsid w:val="00F72606"/>
    <w:rsid w:val="00F77604"/>
    <w:rsid w:val="00F840AF"/>
    <w:rsid w:val="00F85F57"/>
    <w:rsid w:val="00F92044"/>
    <w:rsid w:val="00FC3101"/>
    <w:rsid w:val="00FD60CA"/>
    <w:rsid w:val="00FE5C5D"/>
    <w:rsid w:val="00FF4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FC687BF"/>
  <w15:docId w15:val="{F0DFF750-B607-4F70-9888-B3F803D6E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6C43"/>
    <w:pPr>
      <w:spacing w:after="0" w:line="240" w:lineRule="auto"/>
      <w:jc w:val="center"/>
    </w:pPr>
    <w:rPr>
      <w:rFonts w:asciiTheme="majorHAnsi" w:hAnsiTheme="majorHAnsi"/>
      <w:color w:val="404040" w:themeColor="text1" w:themeTint="BF"/>
    </w:rPr>
  </w:style>
  <w:style w:type="paragraph" w:styleId="Ttulo1">
    <w:name w:val="heading 1"/>
    <w:basedOn w:val="Normal"/>
    <w:next w:val="Normal"/>
    <w:link w:val="Ttulo1Car"/>
    <w:uiPriority w:val="9"/>
    <w:qFormat/>
    <w:rsid w:val="00D77809"/>
    <w:pPr>
      <w:spacing w:before="400" w:after="240" w:line="192" w:lineRule="auto"/>
      <w:outlineLvl w:val="0"/>
    </w:pPr>
    <w:rPr>
      <w:b/>
      <w:caps/>
      <w:color w:val="C0504D" w:themeColor="accent2"/>
      <w:sz w:val="96"/>
      <w:szCs w:val="9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86122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86122"/>
    <w:pPr>
      <w:keepNext/>
      <w:keepLines/>
      <w:spacing w:before="40"/>
      <w:outlineLvl w:val="2"/>
    </w:pPr>
    <w:rPr>
      <w:rFonts w:eastAsiaTheme="majorEastAsia" w:cstheme="majorBidi"/>
      <w:color w:val="243F60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86122"/>
    <w:pPr>
      <w:keepNext/>
      <w:keepLines/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86122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86122"/>
    <w:pPr>
      <w:keepNext/>
      <w:keepLines/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86122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86122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86122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510C0"/>
    <w:rPr>
      <w:rFonts w:ascii="Tahoma" w:hAnsi="Tahoma" w:cs="Tahoma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10C0"/>
    <w:rPr>
      <w:rFonts w:ascii="Tahoma" w:hAnsi="Tahoma" w:cs="Tahoma"/>
      <w:color w:val="404040" w:themeColor="text1" w:themeTint="BF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D77809"/>
    <w:rPr>
      <w:rFonts w:asciiTheme="majorHAnsi" w:hAnsiTheme="majorHAnsi"/>
      <w:b/>
      <w:caps/>
      <w:color w:val="C0504D" w:themeColor="accent2"/>
      <w:sz w:val="96"/>
      <w:szCs w:val="96"/>
    </w:rPr>
  </w:style>
  <w:style w:type="paragraph" w:customStyle="1" w:styleId="Nombredelacompaa">
    <w:name w:val="Nombre de la compañía"/>
    <w:basedOn w:val="Normal"/>
    <w:qFormat/>
    <w:rsid w:val="00D63B6F"/>
    <w:rPr>
      <w:sz w:val="28"/>
      <w:szCs w:val="28"/>
    </w:rPr>
  </w:style>
  <w:style w:type="paragraph" w:customStyle="1" w:styleId="Fechayhora">
    <w:name w:val="Fecha y hora"/>
    <w:basedOn w:val="Normal"/>
    <w:qFormat/>
    <w:rsid w:val="008A47B5"/>
    <w:pPr>
      <w:spacing w:after="240"/>
      <w:contextualSpacing/>
    </w:pPr>
    <w:rPr>
      <w:color w:val="4F6228" w:themeColor="accent3" w:themeShade="80"/>
      <w:sz w:val="52"/>
      <w:szCs w:val="52"/>
    </w:rPr>
  </w:style>
  <w:style w:type="paragraph" w:customStyle="1" w:styleId="Cursiva">
    <w:name w:val="Cursiva"/>
    <w:basedOn w:val="Normal"/>
    <w:qFormat/>
    <w:rsid w:val="00D77809"/>
    <w:pPr>
      <w:spacing w:before="240" w:after="240"/>
      <w:contextualSpacing/>
    </w:pPr>
    <w:rPr>
      <w:i/>
    </w:rPr>
  </w:style>
  <w:style w:type="paragraph" w:styleId="Encabezado">
    <w:name w:val="header"/>
    <w:basedOn w:val="Normal"/>
    <w:link w:val="EncabezadoCar"/>
    <w:uiPriority w:val="99"/>
    <w:unhideWhenUsed/>
    <w:rsid w:val="00B61054"/>
    <w:pPr>
      <w:tabs>
        <w:tab w:val="center" w:pos="4513"/>
        <w:tab w:val="right" w:pos="902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61054"/>
    <w:rPr>
      <w:rFonts w:asciiTheme="majorHAnsi" w:hAnsiTheme="majorHAnsi"/>
      <w:color w:val="404040" w:themeColor="text1" w:themeTint="BF"/>
    </w:rPr>
  </w:style>
  <w:style w:type="paragraph" w:styleId="Piedepgina">
    <w:name w:val="footer"/>
    <w:basedOn w:val="Normal"/>
    <w:link w:val="PiedepginaCar"/>
    <w:uiPriority w:val="99"/>
    <w:unhideWhenUsed/>
    <w:rsid w:val="00B61054"/>
    <w:pPr>
      <w:tabs>
        <w:tab w:val="center" w:pos="4513"/>
        <w:tab w:val="right" w:pos="902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61054"/>
    <w:rPr>
      <w:rFonts w:asciiTheme="majorHAnsi" w:hAnsiTheme="majorHAnsi"/>
      <w:color w:val="404040" w:themeColor="text1" w:themeTint="BF"/>
    </w:rPr>
  </w:style>
  <w:style w:type="character" w:styleId="Textodelmarcadordeposicin">
    <w:name w:val="Placeholder Text"/>
    <w:basedOn w:val="Fuentedeprrafopredeter"/>
    <w:uiPriority w:val="99"/>
    <w:semiHidden/>
    <w:rsid w:val="008A47B5"/>
    <w:rPr>
      <w:color w:val="595959" w:themeColor="text1" w:themeTint="A6"/>
    </w:rPr>
  </w:style>
  <w:style w:type="character" w:styleId="Mencinsinresolver">
    <w:name w:val="Unresolved Mention"/>
    <w:basedOn w:val="Fuentedeprrafopredeter"/>
    <w:uiPriority w:val="99"/>
    <w:semiHidden/>
    <w:unhideWhenUsed/>
    <w:rsid w:val="008A47B5"/>
    <w:rPr>
      <w:color w:val="595959" w:themeColor="text1" w:themeTint="A6"/>
      <w:shd w:val="clear" w:color="auto" w:fill="E6E6E6"/>
    </w:rPr>
  </w:style>
  <w:style w:type="paragraph" w:styleId="Bibliografa">
    <w:name w:val="Bibliography"/>
    <w:basedOn w:val="Normal"/>
    <w:next w:val="Normal"/>
    <w:uiPriority w:val="37"/>
    <w:semiHidden/>
    <w:unhideWhenUsed/>
    <w:rsid w:val="00286122"/>
  </w:style>
  <w:style w:type="paragraph" w:styleId="Textodebloque">
    <w:name w:val="Block Text"/>
    <w:basedOn w:val="Normal"/>
    <w:uiPriority w:val="99"/>
    <w:semiHidden/>
    <w:unhideWhenUsed/>
    <w:rsid w:val="008A47B5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rFonts w:asciiTheme="minorHAnsi" w:eastAsiaTheme="minorEastAsia" w:hAnsiTheme="minorHAnsi"/>
      <w:i/>
      <w:iCs/>
      <w:color w:val="365F91" w:themeColor="accent1" w:themeShade="BF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28612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2861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286122"/>
    <w:pPr>
      <w:spacing w:after="120"/>
    </w:pPr>
    <w:rPr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286122"/>
    <w:rPr>
      <w:rFonts w:asciiTheme="majorHAnsi" w:hAnsiTheme="majorHAnsi"/>
      <w:color w:val="404040" w:themeColor="text1" w:themeTint="BF"/>
      <w:szCs w:val="16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286122"/>
    <w:pPr>
      <w:spacing w:after="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86122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286122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286122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286122"/>
    <w:pPr>
      <w:spacing w:after="120"/>
      <w:ind w:left="283"/>
    </w:pPr>
    <w:rPr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286122"/>
    <w:rPr>
      <w:rFonts w:asciiTheme="majorHAnsi" w:hAnsiTheme="majorHAnsi"/>
      <w:color w:val="404040" w:themeColor="text1" w:themeTint="BF"/>
      <w:szCs w:val="16"/>
    </w:rPr>
  </w:style>
  <w:style w:type="character" w:styleId="Ttulodellibro">
    <w:name w:val="Book Title"/>
    <w:basedOn w:val="Fuentedeprrafopredeter"/>
    <w:uiPriority w:val="33"/>
    <w:qFormat/>
    <w:rsid w:val="00286122"/>
    <w:rPr>
      <w:b/>
      <w:bCs/>
      <w:i/>
      <w:iCs/>
      <w:spacing w:val="5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286122"/>
    <w:pPr>
      <w:spacing w:after="200"/>
    </w:pPr>
    <w:rPr>
      <w:i/>
      <w:iCs/>
      <w:color w:val="1F497D" w:themeColor="text2"/>
      <w:szCs w:val="18"/>
    </w:rPr>
  </w:style>
  <w:style w:type="paragraph" w:styleId="Cierre">
    <w:name w:val="Closing"/>
    <w:basedOn w:val="Normal"/>
    <w:link w:val="CierreCar"/>
    <w:uiPriority w:val="99"/>
    <w:semiHidden/>
    <w:unhideWhenUsed/>
    <w:rsid w:val="00286122"/>
    <w:pPr>
      <w:ind w:left="4252"/>
    </w:pPr>
  </w:style>
  <w:style w:type="character" w:customStyle="1" w:styleId="CierreCar">
    <w:name w:val="Cierre Car"/>
    <w:basedOn w:val="Fuentedeprrafopredeter"/>
    <w:link w:val="Cierre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table" w:styleId="Cuadrculavistosa">
    <w:name w:val="Colorful Grid"/>
    <w:basedOn w:val="Tablanormal"/>
    <w:uiPriority w:val="73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stavistosa">
    <w:name w:val="Colorful List"/>
    <w:basedOn w:val="Tablanormal"/>
    <w:uiPriority w:val="72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Sombreadovistoso">
    <w:name w:val="Colorful Shading"/>
    <w:basedOn w:val="Tablanormal"/>
    <w:uiPriority w:val="71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286122"/>
    <w:rPr>
      <w:sz w:val="22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86122"/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86122"/>
    <w:rPr>
      <w:rFonts w:asciiTheme="majorHAnsi" w:hAnsiTheme="majorHAnsi"/>
      <w:color w:val="404040" w:themeColor="text1" w:themeTint="BF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61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6122"/>
    <w:rPr>
      <w:rFonts w:asciiTheme="majorHAnsi" w:hAnsiTheme="majorHAnsi"/>
      <w:b/>
      <w:bCs/>
      <w:color w:val="404040" w:themeColor="text1" w:themeTint="BF"/>
      <w:szCs w:val="20"/>
    </w:rPr>
  </w:style>
  <w:style w:type="table" w:styleId="Listaoscura">
    <w:name w:val="Dark List"/>
    <w:basedOn w:val="Tablanormal"/>
    <w:uiPriority w:val="70"/>
    <w:semiHidden/>
    <w:unhideWhenUsed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semiHidden/>
    <w:unhideWhenUsed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semiHidden/>
    <w:unhideWhenUsed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semiHidden/>
    <w:unhideWhenUsed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semiHidden/>
    <w:unhideWhenUsed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semiHidden/>
    <w:unhideWhenUsed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semiHidden/>
    <w:unhideWhenUsed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286122"/>
  </w:style>
  <w:style w:type="character" w:customStyle="1" w:styleId="FechaCar">
    <w:name w:val="Fecha Car"/>
    <w:basedOn w:val="Fuentedeprrafopredeter"/>
    <w:link w:val="Fecha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86122"/>
    <w:rPr>
      <w:rFonts w:ascii="Segoe UI" w:hAnsi="Segoe UI" w:cs="Segoe UI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286122"/>
    <w:rPr>
      <w:rFonts w:ascii="Segoe UI" w:hAnsi="Segoe UI" w:cs="Segoe UI"/>
      <w:color w:val="404040" w:themeColor="text1" w:themeTint="BF"/>
      <w:szCs w:val="16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286122"/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character" w:styleId="nfasis">
    <w:name w:val="Emphasis"/>
    <w:basedOn w:val="Fuentedeprrafopredeter"/>
    <w:uiPriority w:val="20"/>
    <w:qFormat/>
    <w:rsid w:val="00286122"/>
    <w:rPr>
      <w:i/>
      <w:iCs/>
    </w:rPr>
  </w:style>
  <w:style w:type="character" w:styleId="Refdenotaalfinal">
    <w:name w:val="endnote reference"/>
    <w:basedOn w:val="Fuentedeprrafopredeter"/>
    <w:uiPriority w:val="99"/>
    <w:semiHidden/>
    <w:unhideWhenUsed/>
    <w:rsid w:val="00286122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86122"/>
    <w:rPr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86122"/>
    <w:rPr>
      <w:rFonts w:asciiTheme="majorHAnsi" w:hAnsiTheme="majorHAnsi"/>
      <w:color w:val="404040" w:themeColor="text1" w:themeTint="BF"/>
      <w:szCs w:val="20"/>
    </w:rPr>
  </w:style>
  <w:style w:type="paragraph" w:styleId="Direccinsobre">
    <w:name w:val="envelope address"/>
    <w:basedOn w:val="Normal"/>
    <w:uiPriority w:val="99"/>
    <w:semiHidden/>
    <w:unhideWhenUsed/>
    <w:rsid w:val="00286122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286122"/>
    <w:rPr>
      <w:rFonts w:eastAsiaTheme="majorEastAsia" w:cstheme="majorBidi"/>
      <w:szCs w:val="20"/>
    </w:rPr>
  </w:style>
  <w:style w:type="character" w:styleId="Hipervnculovisitado">
    <w:name w:val="FollowedHyperlink"/>
    <w:basedOn w:val="Fuentedeprrafopredeter"/>
    <w:uiPriority w:val="99"/>
    <w:semiHidden/>
    <w:unhideWhenUsed/>
    <w:rsid w:val="00286122"/>
    <w:rPr>
      <w:color w:val="800080" w:themeColor="followedHyperlink"/>
      <w:u w:val="single"/>
    </w:rPr>
  </w:style>
  <w:style w:type="character" w:styleId="Refdenotaalpie">
    <w:name w:val="footnote reference"/>
    <w:basedOn w:val="Fuentedeprrafopredeter"/>
    <w:uiPriority w:val="99"/>
    <w:semiHidden/>
    <w:unhideWhenUsed/>
    <w:rsid w:val="00286122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86122"/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86122"/>
    <w:rPr>
      <w:rFonts w:asciiTheme="majorHAnsi" w:hAnsiTheme="majorHAnsi"/>
      <w:color w:val="404040" w:themeColor="text1" w:themeTint="BF"/>
      <w:szCs w:val="20"/>
    </w:rPr>
  </w:style>
  <w:style w:type="table" w:styleId="Tablaconcuadrcula1clara">
    <w:name w:val="Grid Table 1 Light"/>
    <w:basedOn w:val="Tablanormal"/>
    <w:uiPriority w:val="46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1">
    <w:name w:val="Grid Table 1 Light Accent 1"/>
    <w:basedOn w:val="Tablanormal"/>
    <w:uiPriority w:val="46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o-nfasis2">
    <w:name w:val="Grid Table 1 Light Accent 2"/>
    <w:basedOn w:val="Tablanormal"/>
    <w:uiPriority w:val="46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3">
    <w:name w:val="Grid Table 1 Light Accent 3"/>
    <w:basedOn w:val="Tablanormal"/>
    <w:uiPriority w:val="46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4">
    <w:name w:val="Grid Table 1 Light Accent 4"/>
    <w:basedOn w:val="Tablanormal"/>
    <w:uiPriority w:val="46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5">
    <w:name w:val="Grid Table 1 Light Accent 5"/>
    <w:basedOn w:val="Tablanormal"/>
    <w:uiPriority w:val="46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6">
    <w:name w:val="Grid Table 1 Light Accent 6"/>
    <w:basedOn w:val="Tablanormal"/>
    <w:uiPriority w:val="46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2">
    <w:name w:val="Grid Table 2"/>
    <w:basedOn w:val="Tabla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2-nfasis1">
    <w:name w:val="Grid Table 2 Accent 1"/>
    <w:basedOn w:val="Tabla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2-nfasis2">
    <w:name w:val="Grid Table 2 Accent 2"/>
    <w:basedOn w:val="Tabla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concuadrcula2-nfasis3">
    <w:name w:val="Grid Table 2 Accent 3"/>
    <w:basedOn w:val="Tabla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2-nfasis4">
    <w:name w:val="Grid Table 2 Accent 4"/>
    <w:basedOn w:val="Tabla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2-nfasis5">
    <w:name w:val="Grid Table 2 Accent 5"/>
    <w:basedOn w:val="Tabla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2-nfasis6">
    <w:name w:val="Grid Table 2 Accent 6"/>
    <w:basedOn w:val="Tabla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cuadrcula3">
    <w:name w:val="Grid Table 3"/>
    <w:basedOn w:val="Tabla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3-nfasis1">
    <w:name w:val="Grid Table 3 Accent 1"/>
    <w:basedOn w:val="Tabla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laconcuadrcula3-nfasis2">
    <w:name w:val="Grid Table 3 Accent 2"/>
    <w:basedOn w:val="Tabla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Tablaconcuadrcula3-nfasis3">
    <w:name w:val="Grid Table 3 Accent 3"/>
    <w:basedOn w:val="Tabla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Tablaconcuadrcula3-nfasis4">
    <w:name w:val="Grid Table 3 Accent 4"/>
    <w:basedOn w:val="Tabla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Tablaconcuadrcula3-nfasis5">
    <w:name w:val="Grid Table 3 Accent 5"/>
    <w:basedOn w:val="Tabla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Tablaconcuadrcula3-nfasis6">
    <w:name w:val="Grid Table 3 Accent 6"/>
    <w:basedOn w:val="Tabla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adecuadrcula4">
    <w:name w:val="Grid Table 4"/>
    <w:basedOn w:val="Tabla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4-nfasis1">
    <w:name w:val="Grid Table 4 Accent 1"/>
    <w:basedOn w:val="Tabla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4-nfasis2">
    <w:name w:val="Grid Table 4 Accent 2"/>
    <w:basedOn w:val="Tabla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concuadrcula4-nfasis3">
    <w:name w:val="Grid Table 4 Accent 3"/>
    <w:basedOn w:val="Tabla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4-nfasis4">
    <w:name w:val="Grid Table 4 Accent 4"/>
    <w:basedOn w:val="Tabla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4-nfasis5">
    <w:name w:val="Grid Table 4 Accent 5"/>
    <w:basedOn w:val="Tabla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4-nfasis6">
    <w:name w:val="Grid Table 4 Accent 6"/>
    <w:basedOn w:val="Tabla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5oscura">
    <w:name w:val="Grid Table 5 Dark"/>
    <w:basedOn w:val="Tablanormal"/>
    <w:uiPriority w:val="50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aconcuadrcula5oscura-nfasis1">
    <w:name w:val="Grid Table 5 Dark Accent 1"/>
    <w:basedOn w:val="Tablanormal"/>
    <w:uiPriority w:val="50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Tablaconcuadrcula5oscura-nfasis2">
    <w:name w:val="Grid Table 5 Dark Accent 2"/>
    <w:basedOn w:val="Tablanormal"/>
    <w:uiPriority w:val="50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Tablaconcuadrcula5oscura-nfasis3">
    <w:name w:val="Grid Table 5 Dark Accent 3"/>
    <w:basedOn w:val="Tablanormal"/>
    <w:uiPriority w:val="50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laconcuadrcula5oscura-nfasis4">
    <w:name w:val="Grid Table 5 Dark Accent 4"/>
    <w:basedOn w:val="Tablanormal"/>
    <w:uiPriority w:val="50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Tablaconcuadrcula5oscura-nfasis5">
    <w:name w:val="Grid Table 5 Dark Accent 5"/>
    <w:basedOn w:val="Tablanormal"/>
    <w:uiPriority w:val="50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Tablaconcuadrcula5oscura-nfasis6">
    <w:name w:val="Grid Table 5 Dark Accent 6"/>
    <w:basedOn w:val="Tablanormal"/>
    <w:uiPriority w:val="50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Tablaconcuadrcula6concolores">
    <w:name w:val="Grid Table 6 Colorful"/>
    <w:basedOn w:val="Tablanormal"/>
    <w:uiPriority w:val="51"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6concolores-nfasis1">
    <w:name w:val="Grid Table 6 Colorful Accent 1"/>
    <w:basedOn w:val="Tablanormal"/>
    <w:uiPriority w:val="51"/>
    <w:rsid w:val="0028612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6concolores-nfasis2">
    <w:name w:val="Grid Table 6 Colorful Accent 2"/>
    <w:basedOn w:val="Tablanormal"/>
    <w:uiPriority w:val="51"/>
    <w:rsid w:val="0028612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concuadrcula6concolores-nfasis3">
    <w:name w:val="Grid Table 6 Colorful Accent 3"/>
    <w:basedOn w:val="Tablanormal"/>
    <w:uiPriority w:val="51"/>
    <w:rsid w:val="0028612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6concolores-nfasis4">
    <w:name w:val="Grid Table 6 Colorful Accent 4"/>
    <w:basedOn w:val="Tablanormal"/>
    <w:uiPriority w:val="51"/>
    <w:rsid w:val="0028612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6concolores-nfasis5">
    <w:name w:val="Grid Table 6 Colorful Accent 5"/>
    <w:basedOn w:val="Tablanormal"/>
    <w:uiPriority w:val="51"/>
    <w:rsid w:val="0028612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6concolores-nfasis6">
    <w:name w:val="Grid Table 6 Colorful Accent 6"/>
    <w:basedOn w:val="Tablanormal"/>
    <w:uiPriority w:val="51"/>
    <w:rsid w:val="0028612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7concolores">
    <w:name w:val="Grid Table 7 Colorful"/>
    <w:basedOn w:val="Tablanormal"/>
    <w:uiPriority w:val="52"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7concolores-nfasis1">
    <w:name w:val="Grid Table 7 Colorful Accent 1"/>
    <w:basedOn w:val="Tablanormal"/>
    <w:uiPriority w:val="52"/>
    <w:rsid w:val="0028612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laconcuadrcula7concolores-nfasis2">
    <w:name w:val="Grid Table 7 Colorful Accent 2"/>
    <w:basedOn w:val="Tablanormal"/>
    <w:uiPriority w:val="52"/>
    <w:rsid w:val="0028612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Tablaconcuadrcula7concolores-nfasis3">
    <w:name w:val="Grid Table 7 Colorful Accent 3"/>
    <w:basedOn w:val="Tablanormal"/>
    <w:uiPriority w:val="52"/>
    <w:rsid w:val="0028612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Tablaconcuadrcula7concolores-nfasis4">
    <w:name w:val="Grid Table 7 Colorful Accent 4"/>
    <w:basedOn w:val="Tablanormal"/>
    <w:uiPriority w:val="52"/>
    <w:rsid w:val="0028612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Tablaconcuadrcula7concolores-nfasis5">
    <w:name w:val="Grid Table 7 Colorful Accent 5"/>
    <w:basedOn w:val="Tablanormal"/>
    <w:uiPriority w:val="52"/>
    <w:rsid w:val="0028612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Tablaconcuadrcula7concolores-nfasis6">
    <w:name w:val="Grid Table 7 Colorful Accent 6"/>
    <w:basedOn w:val="Tablanormal"/>
    <w:uiPriority w:val="52"/>
    <w:rsid w:val="0028612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styleId="Hashtag">
    <w:name w:val="Hashtag"/>
    <w:basedOn w:val="Fuentedeprrafopredeter"/>
    <w:uiPriority w:val="99"/>
    <w:semiHidden/>
    <w:unhideWhenUsed/>
    <w:rsid w:val="00286122"/>
    <w:rPr>
      <w:color w:val="2B579A"/>
      <w:shd w:val="clear" w:color="auto" w:fill="E6E6E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8612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8612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8612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8612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8612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8612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8612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8612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AcrnimoHTML">
    <w:name w:val="HTML Acronym"/>
    <w:basedOn w:val="Fuentedeprrafopredeter"/>
    <w:uiPriority w:val="99"/>
    <w:semiHidden/>
    <w:unhideWhenUsed/>
    <w:rsid w:val="00286122"/>
  </w:style>
  <w:style w:type="paragraph" w:styleId="DireccinHTML">
    <w:name w:val="HTML Address"/>
    <w:basedOn w:val="Normal"/>
    <w:link w:val="DireccinHTMLCar"/>
    <w:uiPriority w:val="99"/>
    <w:semiHidden/>
    <w:unhideWhenUsed/>
    <w:rsid w:val="00286122"/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286122"/>
    <w:rPr>
      <w:rFonts w:asciiTheme="majorHAnsi" w:hAnsiTheme="majorHAnsi"/>
      <w:i/>
      <w:iCs/>
      <w:color w:val="404040" w:themeColor="text1" w:themeTint="BF"/>
    </w:rPr>
  </w:style>
  <w:style w:type="character" w:styleId="CitaHTML">
    <w:name w:val="HTML Cite"/>
    <w:basedOn w:val="Fuentedeprrafopredeter"/>
    <w:uiPriority w:val="99"/>
    <w:semiHidden/>
    <w:unhideWhenUsed/>
    <w:rsid w:val="00286122"/>
    <w:rPr>
      <w:i/>
      <w:iCs/>
    </w:rPr>
  </w:style>
  <w:style w:type="character" w:styleId="CdigoHTML">
    <w:name w:val="HTML Code"/>
    <w:basedOn w:val="Fuentedeprrafopredeter"/>
    <w:uiPriority w:val="99"/>
    <w:semiHidden/>
    <w:unhideWhenUsed/>
    <w:rsid w:val="00286122"/>
    <w:rPr>
      <w:rFonts w:ascii="Consolas" w:hAnsi="Consolas"/>
      <w:sz w:val="22"/>
      <w:szCs w:val="20"/>
    </w:rPr>
  </w:style>
  <w:style w:type="character" w:styleId="DefinicinHTML">
    <w:name w:val="HTML Definition"/>
    <w:basedOn w:val="Fuentedeprrafopredeter"/>
    <w:uiPriority w:val="99"/>
    <w:semiHidden/>
    <w:unhideWhenUsed/>
    <w:rsid w:val="00286122"/>
    <w:rPr>
      <w:i/>
      <w:iCs/>
    </w:rPr>
  </w:style>
  <w:style w:type="character" w:styleId="TecladoHTML">
    <w:name w:val="HTML Keyboard"/>
    <w:basedOn w:val="Fuentedeprrafopredeter"/>
    <w:uiPriority w:val="99"/>
    <w:semiHidden/>
    <w:unhideWhenUsed/>
    <w:rsid w:val="00286122"/>
    <w:rPr>
      <w:rFonts w:ascii="Consolas" w:hAnsi="Consolas"/>
      <w:sz w:val="22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86122"/>
    <w:rPr>
      <w:rFonts w:ascii="Consolas" w:hAnsi="Consolas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286122"/>
    <w:rPr>
      <w:rFonts w:ascii="Consolas" w:hAnsi="Consolas"/>
      <w:color w:val="404040" w:themeColor="text1" w:themeTint="BF"/>
      <w:szCs w:val="20"/>
    </w:rPr>
  </w:style>
  <w:style w:type="character" w:styleId="EjemplodeHTML">
    <w:name w:val="HTML Sample"/>
    <w:basedOn w:val="Fuentedeprrafopredeter"/>
    <w:uiPriority w:val="99"/>
    <w:semiHidden/>
    <w:unhideWhenUsed/>
    <w:rsid w:val="00286122"/>
    <w:rPr>
      <w:rFonts w:ascii="Consolas" w:hAnsi="Consolas"/>
      <w:sz w:val="24"/>
      <w:szCs w:val="24"/>
    </w:rPr>
  </w:style>
  <w:style w:type="character" w:styleId="MquinadeescribirHTML">
    <w:name w:val="HTML Typewriter"/>
    <w:basedOn w:val="Fuentedeprrafopredeter"/>
    <w:uiPriority w:val="99"/>
    <w:semiHidden/>
    <w:unhideWhenUsed/>
    <w:rsid w:val="00286122"/>
    <w:rPr>
      <w:rFonts w:ascii="Consolas" w:hAnsi="Consolas"/>
      <w:sz w:val="22"/>
      <w:szCs w:val="20"/>
    </w:rPr>
  </w:style>
  <w:style w:type="character" w:styleId="VariableHTML">
    <w:name w:val="HTML Variable"/>
    <w:basedOn w:val="Fuentedeprrafopredeter"/>
    <w:uiPriority w:val="99"/>
    <w:semiHidden/>
    <w:unhideWhenUsed/>
    <w:rsid w:val="00286122"/>
    <w:rPr>
      <w:i/>
      <w:iCs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286122"/>
    <w:pPr>
      <w:ind w:left="220" w:hanging="220"/>
    </w:pPr>
  </w:style>
  <w:style w:type="paragraph" w:styleId="ndice2">
    <w:name w:val="index 2"/>
    <w:basedOn w:val="Normal"/>
    <w:next w:val="Normal"/>
    <w:autoRedefine/>
    <w:uiPriority w:val="99"/>
    <w:semiHidden/>
    <w:unhideWhenUsed/>
    <w:rsid w:val="00286122"/>
    <w:pPr>
      <w:ind w:left="440" w:hanging="220"/>
    </w:pPr>
  </w:style>
  <w:style w:type="paragraph" w:styleId="ndice3">
    <w:name w:val="index 3"/>
    <w:basedOn w:val="Normal"/>
    <w:next w:val="Normal"/>
    <w:autoRedefine/>
    <w:uiPriority w:val="99"/>
    <w:semiHidden/>
    <w:unhideWhenUsed/>
    <w:rsid w:val="00286122"/>
    <w:pPr>
      <w:ind w:left="660" w:hanging="220"/>
    </w:pPr>
  </w:style>
  <w:style w:type="paragraph" w:styleId="ndice4">
    <w:name w:val="index 4"/>
    <w:basedOn w:val="Normal"/>
    <w:next w:val="Normal"/>
    <w:autoRedefine/>
    <w:uiPriority w:val="99"/>
    <w:semiHidden/>
    <w:unhideWhenUsed/>
    <w:rsid w:val="00286122"/>
    <w:pPr>
      <w:ind w:left="880" w:hanging="220"/>
    </w:pPr>
  </w:style>
  <w:style w:type="paragraph" w:styleId="ndice5">
    <w:name w:val="index 5"/>
    <w:basedOn w:val="Normal"/>
    <w:next w:val="Normal"/>
    <w:autoRedefine/>
    <w:uiPriority w:val="99"/>
    <w:semiHidden/>
    <w:unhideWhenUsed/>
    <w:rsid w:val="00286122"/>
    <w:pPr>
      <w:ind w:left="1100" w:hanging="220"/>
    </w:pPr>
  </w:style>
  <w:style w:type="paragraph" w:styleId="ndice6">
    <w:name w:val="index 6"/>
    <w:basedOn w:val="Normal"/>
    <w:next w:val="Normal"/>
    <w:autoRedefine/>
    <w:uiPriority w:val="99"/>
    <w:semiHidden/>
    <w:unhideWhenUsed/>
    <w:rsid w:val="00286122"/>
    <w:pPr>
      <w:ind w:left="1320" w:hanging="220"/>
    </w:pPr>
  </w:style>
  <w:style w:type="paragraph" w:styleId="ndice7">
    <w:name w:val="index 7"/>
    <w:basedOn w:val="Normal"/>
    <w:next w:val="Normal"/>
    <w:autoRedefine/>
    <w:uiPriority w:val="99"/>
    <w:semiHidden/>
    <w:unhideWhenUsed/>
    <w:rsid w:val="00286122"/>
    <w:pPr>
      <w:ind w:left="1540" w:hanging="220"/>
    </w:pPr>
  </w:style>
  <w:style w:type="paragraph" w:styleId="ndice8">
    <w:name w:val="index 8"/>
    <w:basedOn w:val="Normal"/>
    <w:next w:val="Normal"/>
    <w:autoRedefine/>
    <w:uiPriority w:val="99"/>
    <w:semiHidden/>
    <w:unhideWhenUsed/>
    <w:rsid w:val="00286122"/>
    <w:pPr>
      <w:ind w:left="1760" w:hanging="220"/>
    </w:pPr>
  </w:style>
  <w:style w:type="paragraph" w:styleId="ndice9">
    <w:name w:val="index 9"/>
    <w:basedOn w:val="Normal"/>
    <w:next w:val="Normal"/>
    <w:autoRedefine/>
    <w:uiPriority w:val="99"/>
    <w:semiHidden/>
    <w:unhideWhenUsed/>
    <w:rsid w:val="00286122"/>
    <w:pPr>
      <w:ind w:left="1980" w:hanging="22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286122"/>
    <w:rPr>
      <w:rFonts w:eastAsiaTheme="majorEastAsia" w:cstheme="majorBidi"/>
      <w:b/>
      <w:bCs/>
    </w:rPr>
  </w:style>
  <w:style w:type="character" w:styleId="nfasisintenso">
    <w:name w:val="Intense Emphasis"/>
    <w:basedOn w:val="Fuentedeprrafopredeter"/>
    <w:uiPriority w:val="21"/>
    <w:qFormat/>
    <w:rsid w:val="008A47B5"/>
    <w:rPr>
      <w:i/>
      <w:iCs/>
      <w:color w:val="365F9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A47B5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</w:pPr>
    <w:rPr>
      <w:i/>
      <w:iCs/>
      <w:color w:val="365F9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A47B5"/>
    <w:rPr>
      <w:rFonts w:asciiTheme="majorHAnsi" w:hAnsiTheme="majorHAnsi"/>
      <w:i/>
      <w:iCs/>
      <w:color w:val="365F9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A47B5"/>
    <w:rPr>
      <w:b/>
      <w:bCs/>
      <w:caps w:val="0"/>
      <w:smallCaps/>
      <w:color w:val="365F91" w:themeColor="accent1" w:themeShade="BF"/>
      <w:spacing w:val="5"/>
    </w:rPr>
  </w:style>
  <w:style w:type="table" w:styleId="Cuadrculaclara">
    <w:name w:val="Light Grid"/>
    <w:basedOn w:val="Tablanormal"/>
    <w:uiPriority w:val="62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staclara">
    <w:name w:val="Light List"/>
    <w:basedOn w:val="Tablanormal"/>
    <w:uiPriority w:val="61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ombreadoclaro">
    <w:name w:val="Light Shading"/>
    <w:basedOn w:val="Tablanormal"/>
    <w:uiPriority w:val="60"/>
    <w:semiHidden/>
    <w:unhideWhenUsed/>
    <w:rsid w:val="0028612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semiHidden/>
    <w:unhideWhenUsed/>
    <w:rsid w:val="0028612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28612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semiHidden/>
    <w:unhideWhenUsed/>
    <w:rsid w:val="0028612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semiHidden/>
    <w:unhideWhenUsed/>
    <w:rsid w:val="0028612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semiHidden/>
    <w:unhideWhenUsed/>
    <w:rsid w:val="0028612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semiHidden/>
    <w:unhideWhenUsed/>
    <w:rsid w:val="0028612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Nmerodelnea">
    <w:name w:val="line number"/>
    <w:basedOn w:val="Fuentedeprrafopredeter"/>
    <w:uiPriority w:val="99"/>
    <w:semiHidden/>
    <w:unhideWhenUsed/>
    <w:rsid w:val="00286122"/>
  </w:style>
  <w:style w:type="paragraph" w:styleId="Lista">
    <w:name w:val="List"/>
    <w:basedOn w:val="Normal"/>
    <w:uiPriority w:val="99"/>
    <w:semiHidden/>
    <w:unhideWhenUsed/>
    <w:rsid w:val="00286122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286122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286122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286122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286122"/>
    <w:pPr>
      <w:ind w:left="1415" w:hanging="283"/>
      <w:contextualSpacing/>
    </w:pPr>
  </w:style>
  <w:style w:type="paragraph" w:styleId="Listaconvietas">
    <w:name w:val="List Bullet"/>
    <w:basedOn w:val="Normal"/>
    <w:uiPriority w:val="99"/>
    <w:semiHidden/>
    <w:unhideWhenUsed/>
    <w:rsid w:val="00286122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semiHidden/>
    <w:unhideWhenUsed/>
    <w:rsid w:val="00286122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semiHidden/>
    <w:unhideWhenUsed/>
    <w:rsid w:val="00286122"/>
    <w:pPr>
      <w:numPr>
        <w:numId w:val="3"/>
      </w:numPr>
      <w:contextualSpacing/>
    </w:pPr>
  </w:style>
  <w:style w:type="paragraph" w:styleId="Listaconvietas4">
    <w:name w:val="List Bullet 4"/>
    <w:basedOn w:val="Normal"/>
    <w:uiPriority w:val="99"/>
    <w:semiHidden/>
    <w:unhideWhenUsed/>
    <w:rsid w:val="00286122"/>
    <w:pPr>
      <w:numPr>
        <w:numId w:val="4"/>
      </w:numPr>
      <w:contextualSpacing/>
    </w:pPr>
  </w:style>
  <w:style w:type="paragraph" w:styleId="Listaconvietas5">
    <w:name w:val="List Bullet 5"/>
    <w:basedOn w:val="Normal"/>
    <w:uiPriority w:val="99"/>
    <w:semiHidden/>
    <w:unhideWhenUsed/>
    <w:rsid w:val="00286122"/>
    <w:pPr>
      <w:numPr>
        <w:numId w:val="5"/>
      </w:numPr>
      <w:contextualSpacing/>
    </w:pPr>
  </w:style>
  <w:style w:type="paragraph" w:styleId="Continuarlista">
    <w:name w:val="List Continue"/>
    <w:basedOn w:val="Normal"/>
    <w:uiPriority w:val="99"/>
    <w:semiHidden/>
    <w:unhideWhenUsed/>
    <w:rsid w:val="00286122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286122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286122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286122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286122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99"/>
    <w:semiHidden/>
    <w:unhideWhenUsed/>
    <w:rsid w:val="00286122"/>
    <w:pPr>
      <w:numPr>
        <w:numId w:val="6"/>
      </w:numPr>
      <w:contextualSpacing/>
    </w:pPr>
  </w:style>
  <w:style w:type="paragraph" w:styleId="Listaconnmeros2">
    <w:name w:val="List Number 2"/>
    <w:basedOn w:val="Normal"/>
    <w:uiPriority w:val="99"/>
    <w:semiHidden/>
    <w:unhideWhenUsed/>
    <w:rsid w:val="00286122"/>
    <w:pPr>
      <w:numPr>
        <w:numId w:val="7"/>
      </w:numPr>
      <w:contextualSpacing/>
    </w:pPr>
  </w:style>
  <w:style w:type="paragraph" w:styleId="Listaconnmeros3">
    <w:name w:val="List Number 3"/>
    <w:basedOn w:val="Normal"/>
    <w:uiPriority w:val="99"/>
    <w:semiHidden/>
    <w:unhideWhenUsed/>
    <w:rsid w:val="00286122"/>
    <w:pPr>
      <w:numPr>
        <w:numId w:val="8"/>
      </w:numPr>
      <w:contextualSpacing/>
    </w:pPr>
  </w:style>
  <w:style w:type="paragraph" w:styleId="Listaconnmeros4">
    <w:name w:val="List Number 4"/>
    <w:basedOn w:val="Normal"/>
    <w:uiPriority w:val="99"/>
    <w:semiHidden/>
    <w:unhideWhenUsed/>
    <w:rsid w:val="00286122"/>
    <w:pPr>
      <w:numPr>
        <w:numId w:val="9"/>
      </w:numPr>
      <w:contextualSpacing/>
    </w:pPr>
  </w:style>
  <w:style w:type="paragraph" w:styleId="Listaconnmeros5">
    <w:name w:val="List Number 5"/>
    <w:basedOn w:val="Normal"/>
    <w:uiPriority w:val="99"/>
    <w:semiHidden/>
    <w:unhideWhenUsed/>
    <w:rsid w:val="00286122"/>
    <w:pPr>
      <w:numPr>
        <w:numId w:val="10"/>
      </w:numPr>
      <w:contextualSpacing/>
    </w:pPr>
  </w:style>
  <w:style w:type="paragraph" w:styleId="Prrafodelista">
    <w:name w:val="List Paragraph"/>
    <w:basedOn w:val="Normal"/>
    <w:uiPriority w:val="34"/>
    <w:qFormat/>
    <w:rsid w:val="00286122"/>
    <w:pPr>
      <w:ind w:left="720"/>
      <w:contextualSpacing/>
    </w:pPr>
  </w:style>
  <w:style w:type="table" w:styleId="Tabladelista1clara">
    <w:name w:val="List Table 1 Light"/>
    <w:basedOn w:val="Tablanormal"/>
    <w:uiPriority w:val="46"/>
    <w:rsid w:val="002861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1clara-nfasis1">
    <w:name w:val="List Table 1 Light Accent 1"/>
    <w:basedOn w:val="Tablanormal"/>
    <w:uiPriority w:val="46"/>
    <w:rsid w:val="002861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1clara-nfasis2">
    <w:name w:val="List Table 1 Light Accent 2"/>
    <w:basedOn w:val="Tablanormal"/>
    <w:uiPriority w:val="46"/>
    <w:rsid w:val="002861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1clara-nfasis3">
    <w:name w:val="List Table 1 Light Accent 3"/>
    <w:basedOn w:val="Tablanormal"/>
    <w:uiPriority w:val="46"/>
    <w:rsid w:val="002861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1clara-nfasis4">
    <w:name w:val="List Table 1 Light Accent 4"/>
    <w:basedOn w:val="Tablanormal"/>
    <w:uiPriority w:val="46"/>
    <w:rsid w:val="002861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1clara-nfasis5">
    <w:name w:val="List Table 1 Light Accent 5"/>
    <w:basedOn w:val="Tablanormal"/>
    <w:uiPriority w:val="46"/>
    <w:rsid w:val="002861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1clara-nfasis6">
    <w:name w:val="List Table 1 Light Accent 6"/>
    <w:basedOn w:val="Tablanormal"/>
    <w:uiPriority w:val="46"/>
    <w:rsid w:val="002861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2">
    <w:name w:val="List Table 2"/>
    <w:basedOn w:val="Tabla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2-nfasis1">
    <w:name w:val="List Table 2 Accent 1"/>
    <w:basedOn w:val="Tabla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2-nfasis2">
    <w:name w:val="List Table 2 Accent 2"/>
    <w:basedOn w:val="Tabla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2-nfasis3">
    <w:name w:val="List Table 2 Accent 3"/>
    <w:basedOn w:val="Tabla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2-nfasis4">
    <w:name w:val="List Table 2 Accent 4"/>
    <w:basedOn w:val="Tabla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2-nfasis5">
    <w:name w:val="List Table 2 Accent 5"/>
    <w:basedOn w:val="Tabla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2-nfasis6">
    <w:name w:val="List Table 2 Accent 6"/>
    <w:basedOn w:val="Tablanormal"/>
    <w:uiPriority w:val="47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3">
    <w:name w:val="List Table 3"/>
    <w:basedOn w:val="Tabla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delista3-nfasis1">
    <w:name w:val="List Table 3 Accent 1"/>
    <w:basedOn w:val="Tabla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Tabladelista3-nfasis2">
    <w:name w:val="List Table 3 Accent 2"/>
    <w:basedOn w:val="Tabla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Tabladelista3-nfasis3">
    <w:name w:val="List Table 3 Accent 3"/>
    <w:basedOn w:val="Tabla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Tabladelista3-nfasis4">
    <w:name w:val="List Table 3 Accent 4"/>
    <w:basedOn w:val="Tabla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Tabladelista3-nfasis5">
    <w:name w:val="List Table 3 Accent 5"/>
    <w:basedOn w:val="Tabla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Tabladelista3-nfasis6">
    <w:name w:val="List Table 3 Accent 6"/>
    <w:basedOn w:val="Tablanormal"/>
    <w:uiPriority w:val="48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Tabladelista4">
    <w:name w:val="List Table 4"/>
    <w:basedOn w:val="Tabla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4-nfasis1">
    <w:name w:val="List Table 4 Accent 1"/>
    <w:basedOn w:val="Tabla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4-nfasis2">
    <w:name w:val="List Table 4 Accent 2"/>
    <w:basedOn w:val="Tabla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4-nfasis3">
    <w:name w:val="List Table 4 Accent 3"/>
    <w:basedOn w:val="Tabla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4-nfasis4">
    <w:name w:val="List Table 4 Accent 4"/>
    <w:basedOn w:val="Tabla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4-nfasis5">
    <w:name w:val="List Table 4 Accent 5"/>
    <w:basedOn w:val="Tabla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4-nfasis6">
    <w:name w:val="List Table 4 Accent 6"/>
    <w:basedOn w:val="Tablanormal"/>
    <w:uiPriority w:val="49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5oscura">
    <w:name w:val="List Table 5 Dark"/>
    <w:basedOn w:val="Tablanormal"/>
    <w:uiPriority w:val="50"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1">
    <w:name w:val="List Table 5 Dark Accent 1"/>
    <w:basedOn w:val="Tablanormal"/>
    <w:uiPriority w:val="50"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2">
    <w:name w:val="List Table 5 Dark Accent 2"/>
    <w:basedOn w:val="Tablanormal"/>
    <w:uiPriority w:val="50"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3">
    <w:name w:val="List Table 5 Dark Accent 3"/>
    <w:basedOn w:val="Tablanormal"/>
    <w:uiPriority w:val="50"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4">
    <w:name w:val="List Table 5 Dark Accent 4"/>
    <w:basedOn w:val="Tablanormal"/>
    <w:uiPriority w:val="50"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5">
    <w:name w:val="List Table 5 Dark Accent 5"/>
    <w:basedOn w:val="Tablanormal"/>
    <w:uiPriority w:val="50"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6">
    <w:name w:val="List Table 5 Dark Accent 6"/>
    <w:basedOn w:val="Tablanormal"/>
    <w:uiPriority w:val="50"/>
    <w:rsid w:val="002861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6concolores">
    <w:name w:val="List Table 6 Colorful"/>
    <w:basedOn w:val="Tablanormal"/>
    <w:uiPriority w:val="51"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6concolores-nfasis1">
    <w:name w:val="List Table 6 Colorful Accent 1"/>
    <w:basedOn w:val="Tablanormal"/>
    <w:uiPriority w:val="51"/>
    <w:rsid w:val="0028612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6concolores-nfasis2">
    <w:name w:val="List Table 6 Colorful Accent 2"/>
    <w:basedOn w:val="Tablanormal"/>
    <w:uiPriority w:val="51"/>
    <w:rsid w:val="0028612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6concolores-nfasis3">
    <w:name w:val="List Table 6 Colorful Accent 3"/>
    <w:basedOn w:val="Tablanormal"/>
    <w:uiPriority w:val="51"/>
    <w:rsid w:val="0028612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6concolores-nfasis4">
    <w:name w:val="List Table 6 Colorful Accent 4"/>
    <w:basedOn w:val="Tablanormal"/>
    <w:uiPriority w:val="51"/>
    <w:rsid w:val="0028612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6concolores-nfasis5">
    <w:name w:val="List Table 6 Colorful Accent 5"/>
    <w:basedOn w:val="Tablanormal"/>
    <w:uiPriority w:val="51"/>
    <w:rsid w:val="0028612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6concolores-nfasis6">
    <w:name w:val="List Table 6 Colorful Accent 6"/>
    <w:basedOn w:val="Tablanormal"/>
    <w:uiPriority w:val="51"/>
    <w:rsid w:val="0028612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7concolores">
    <w:name w:val="List Table 7 Colorful"/>
    <w:basedOn w:val="Tablanormal"/>
    <w:uiPriority w:val="52"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1">
    <w:name w:val="List Table 7 Colorful Accent 1"/>
    <w:basedOn w:val="Tablanormal"/>
    <w:uiPriority w:val="52"/>
    <w:rsid w:val="0028612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2">
    <w:name w:val="List Table 7 Colorful Accent 2"/>
    <w:basedOn w:val="Tablanormal"/>
    <w:uiPriority w:val="52"/>
    <w:rsid w:val="0028612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3">
    <w:name w:val="List Table 7 Colorful Accent 3"/>
    <w:basedOn w:val="Tablanormal"/>
    <w:uiPriority w:val="52"/>
    <w:rsid w:val="0028612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4">
    <w:name w:val="List Table 7 Colorful Accent 4"/>
    <w:basedOn w:val="Tablanormal"/>
    <w:uiPriority w:val="52"/>
    <w:rsid w:val="0028612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5">
    <w:name w:val="List Table 7 Colorful Accent 5"/>
    <w:basedOn w:val="Tablanormal"/>
    <w:uiPriority w:val="52"/>
    <w:rsid w:val="0028612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6">
    <w:name w:val="List Table 7 Colorful Accent 6"/>
    <w:basedOn w:val="Tablanormal"/>
    <w:uiPriority w:val="52"/>
    <w:rsid w:val="0028612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macro">
    <w:name w:val="macro"/>
    <w:link w:val="TextomacroCar"/>
    <w:uiPriority w:val="99"/>
    <w:semiHidden/>
    <w:unhideWhenUsed/>
    <w:rsid w:val="0028612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center"/>
    </w:pPr>
    <w:rPr>
      <w:rFonts w:ascii="Consolas" w:hAnsi="Consolas"/>
      <w:color w:val="404040" w:themeColor="text1" w:themeTint="BF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286122"/>
    <w:rPr>
      <w:rFonts w:ascii="Consolas" w:hAnsi="Consolas"/>
      <w:color w:val="404040" w:themeColor="text1" w:themeTint="BF"/>
      <w:szCs w:val="20"/>
    </w:rPr>
  </w:style>
  <w:style w:type="table" w:styleId="Cuadrculamedia1">
    <w:name w:val="Medium Grid 1"/>
    <w:basedOn w:val="Tablanormal"/>
    <w:uiPriority w:val="67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media1">
    <w:name w:val="Medium List 1"/>
    <w:basedOn w:val="Tablanormal"/>
    <w:uiPriority w:val="65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semiHidden/>
    <w:unhideWhenUsed/>
    <w:rsid w:val="00286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semiHidden/>
    <w:unhideWhenUsed/>
    <w:rsid w:val="002861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semiHidden/>
    <w:unhideWhenUsed/>
    <w:rsid w:val="002861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cionar">
    <w:name w:val="Mention"/>
    <w:basedOn w:val="Fuentedeprrafopredeter"/>
    <w:uiPriority w:val="99"/>
    <w:semiHidden/>
    <w:unhideWhenUsed/>
    <w:rsid w:val="00286122"/>
    <w:rPr>
      <w:color w:val="2B579A"/>
      <w:shd w:val="clear" w:color="auto" w:fill="E6E6E6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2861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Theme="majorEastAsia" w:cstheme="majorBidi"/>
      <w:sz w:val="24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286122"/>
    <w:rPr>
      <w:rFonts w:asciiTheme="majorHAnsi" w:eastAsiaTheme="majorEastAsia" w:hAnsiTheme="majorHAnsi" w:cstheme="majorBidi"/>
      <w:color w:val="404040" w:themeColor="text1" w:themeTint="BF"/>
      <w:sz w:val="24"/>
      <w:szCs w:val="24"/>
      <w:shd w:val="pct20" w:color="auto" w:fill="auto"/>
    </w:rPr>
  </w:style>
  <w:style w:type="paragraph" w:styleId="Sinespaciado">
    <w:name w:val="No Spacing"/>
    <w:uiPriority w:val="1"/>
    <w:qFormat/>
    <w:rsid w:val="00286122"/>
    <w:pPr>
      <w:spacing w:after="0" w:line="240" w:lineRule="auto"/>
      <w:jc w:val="center"/>
    </w:pPr>
    <w:rPr>
      <w:rFonts w:asciiTheme="majorHAnsi" w:hAnsiTheme="majorHAnsi"/>
      <w:color w:val="404040" w:themeColor="text1" w:themeTint="BF"/>
    </w:rPr>
  </w:style>
  <w:style w:type="paragraph" w:styleId="NormalWeb">
    <w:name w:val="Normal (Web)"/>
    <w:basedOn w:val="Normal"/>
    <w:uiPriority w:val="99"/>
    <w:semiHidden/>
    <w:unhideWhenUsed/>
    <w:rsid w:val="00286122"/>
    <w:rPr>
      <w:rFonts w:ascii="Times New Roman" w:hAnsi="Times New Roman" w:cs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286122"/>
    <w:pPr>
      <w:ind w:left="720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286122"/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character" w:styleId="Nmerodepgina">
    <w:name w:val="page number"/>
    <w:basedOn w:val="Fuentedeprrafopredeter"/>
    <w:uiPriority w:val="99"/>
    <w:semiHidden/>
    <w:unhideWhenUsed/>
    <w:rsid w:val="00286122"/>
  </w:style>
  <w:style w:type="table" w:styleId="Tablanormal1">
    <w:name w:val="Plain Table 1"/>
    <w:basedOn w:val="Tablanormal"/>
    <w:uiPriority w:val="41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2">
    <w:name w:val="Plain Table 2"/>
    <w:basedOn w:val="Tablanormal"/>
    <w:uiPriority w:val="42"/>
    <w:rsid w:val="0028612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3">
    <w:name w:val="Plain Table 3"/>
    <w:basedOn w:val="Tablanormal"/>
    <w:uiPriority w:val="43"/>
    <w:rsid w:val="002861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4">
    <w:name w:val="Plain Table 4"/>
    <w:basedOn w:val="Tablanormal"/>
    <w:uiPriority w:val="44"/>
    <w:rsid w:val="002861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5">
    <w:name w:val="Plain Table 5"/>
    <w:basedOn w:val="Tablanormal"/>
    <w:uiPriority w:val="45"/>
    <w:rsid w:val="0028612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sinformato">
    <w:name w:val="Plain Text"/>
    <w:basedOn w:val="Normal"/>
    <w:link w:val="TextosinformatoCar"/>
    <w:uiPriority w:val="99"/>
    <w:semiHidden/>
    <w:unhideWhenUsed/>
    <w:rsid w:val="00286122"/>
    <w:rPr>
      <w:rFonts w:ascii="Consolas" w:hAnsi="Consolas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286122"/>
    <w:rPr>
      <w:rFonts w:ascii="Consolas" w:hAnsi="Consolas"/>
      <w:color w:val="404040" w:themeColor="text1" w:themeTint="BF"/>
      <w:szCs w:val="21"/>
    </w:rPr>
  </w:style>
  <w:style w:type="paragraph" w:styleId="Cita">
    <w:name w:val="Quote"/>
    <w:basedOn w:val="Normal"/>
    <w:next w:val="Normal"/>
    <w:link w:val="CitaCar"/>
    <w:uiPriority w:val="29"/>
    <w:qFormat/>
    <w:rsid w:val="00286122"/>
    <w:pPr>
      <w:spacing w:before="200" w:after="160"/>
      <w:ind w:left="864" w:right="864"/>
    </w:pPr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286122"/>
    <w:rPr>
      <w:rFonts w:asciiTheme="majorHAnsi" w:hAnsiTheme="majorHAnsi"/>
      <w:i/>
      <w:iCs/>
      <w:color w:val="404040" w:themeColor="text1" w:themeTint="BF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286122"/>
  </w:style>
  <w:style w:type="character" w:customStyle="1" w:styleId="SaludoCar">
    <w:name w:val="Saludo Car"/>
    <w:basedOn w:val="Fuentedeprrafopredeter"/>
    <w:link w:val="Saludo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paragraph" w:styleId="Firma">
    <w:name w:val="Signature"/>
    <w:basedOn w:val="Normal"/>
    <w:link w:val="FirmaCar"/>
    <w:uiPriority w:val="99"/>
    <w:semiHidden/>
    <w:unhideWhenUsed/>
    <w:rsid w:val="00286122"/>
    <w:pPr>
      <w:ind w:left="4252"/>
    </w:pPr>
  </w:style>
  <w:style w:type="character" w:customStyle="1" w:styleId="FirmaCar">
    <w:name w:val="Firma Car"/>
    <w:basedOn w:val="Fuentedeprrafopredeter"/>
    <w:link w:val="Firma"/>
    <w:uiPriority w:val="99"/>
    <w:semiHidden/>
    <w:rsid w:val="00286122"/>
    <w:rPr>
      <w:rFonts w:asciiTheme="majorHAnsi" w:hAnsiTheme="majorHAnsi"/>
      <w:color w:val="404040" w:themeColor="text1" w:themeTint="BF"/>
    </w:rPr>
  </w:style>
  <w:style w:type="character" w:styleId="Hipervnculointeligente">
    <w:name w:val="Smart Hyperlink"/>
    <w:basedOn w:val="Fuentedeprrafopredeter"/>
    <w:uiPriority w:val="99"/>
    <w:semiHidden/>
    <w:unhideWhenUsed/>
    <w:rsid w:val="00286122"/>
    <w:rPr>
      <w:u w:val="dotted"/>
    </w:rPr>
  </w:style>
  <w:style w:type="character" w:styleId="Textoennegrita">
    <w:name w:val="Strong"/>
    <w:basedOn w:val="Fuentedeprrafopredeter"/>
    <w:uiPriority w:val="22"/>
    <w:qFormat/>
    <w:rsid w:val="00286122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86122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286122"/>
    <w:rPr>
      <w:rFonts w:eastAsiaTheme="minorEastAsia"/>
      <w:color w:val="5A5A5A" w:themeColor="text1" w:themeTint="A5"/>
      <w:spacing w:val="15"/>
    </w:rPr>
  </w:style>
  <w:style w:type="character" w:styleId="nfasissutil">
    <w:name w:val="Subtle Emphasis"/>
    <w:basedOn w:val="Fuentedeprrafopredeter"/>
    <w:uiPriority w:val="19"/>
    <w:qFormat/>
    <w:rsid w:val="00286122"/>
    <w:rPr>
      <w:i/>
      <w:iCs/>
      <w:color w:val="404040" w:themeColor="text1" w:themeTint="BF"/>
    </w:rPr>
  </w:style>
  <w:style w:type="character" w:styleId="Referenciasutil">
    <w:name w:val="Subtle Reference"/>
    <w:basedOn w:val="Fuentedeprrafopredeter"/>
    <w:uiPriority w:val="31"/>
    <w:qFormat/>
    <w:rsid w:val="00286122"/>
    <w:rPr>
      <w:smallCaps/>
      <w:color w:val="5A5A5A" w:themeColor="text1" w:themeTint="A5"/>
    </w:rPr>
  </w:style>
  <w:style w:type="table" w:styleId="Tablaconefectos3D1">
    <w:name w:val="Table 3D effects 1"/>
    <w:basedOn w:val="Tablanormal"/>
    <w:uiPriority w:val="99"/>
    <w:semiHidden/>
    <w:unhideWhenUsed/>
    <w:rsid w:val="00286122"/>
    <w:pPr>
      <w:spacing w:after="0" w:line="240" w:lineRule="auto"/>
      <w:jc w:val="center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286122"/>
    <w:pPr>
      <w:spacing w:after="0" w:line="240" w:lineRule="auto"/>
      <w:jc w:val="center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286122"/>
    <w:pPr>
      <w:spacing w:after="0" w:line="240" w:lineRule="auto"/>
      <w:jc w:val="center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286122"/>
    <w:pPr>
      <w:spacing w:after="0" w:line="240" w:lineRule="auto"/>
      <w:jc w:val="center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286122"/>
    <w:pPr>
      <w:spacing w:after="0" w:line="240" w:lineRule="auto"/>
      <w:jc w:val="center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286122"/>
    <w:pPr>
      <w:spacing w:after="0" w:line="240" w:lineRule="auto"/>
      <w:jc w:val="center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">
    <w:name w:val="Table Grid"/>
    <w:basedOn w:val="Tablanormal"/>
    <w:uiPriority w:val="59"/>
    <w:semiHidden/>
    <w:unhideWhenUsed/>
    <w:rsid w:val="00286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1">
    <w:name w:val="Table Grid 1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286122"/>
    <w:pPr>
      <w:spacing w:after="0" w:line="240" w:lineRule="auto"/>
      <w:jc w:val="center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clara">
    <w:name w:val="Grid Table Light"/>
    <w:basedOn w:val="Tablanormal"/>
    <w:uiPriority w:val="40"/>
    <w:rsid w:val="0028612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lista1">
    <w:name w:val="Table List 1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oconsangra">
    <w:name w:val="table of authorities"/>
    <w:basedOn w:val="Normal"/>
    <w:next w:val="Normal"/>
    <w:uiPriority w:val="99"/>
    <w:semiHidden/>
    <w:unhideWhenUsed/>
    <w:rsid w:val="00286122"/>
    <w:pPr>
      <w:ind w:left="220" w:hanging="220"/>
    </w:pPr>
  </w:style>
  <w:style w:type="paragraph" w:styleId="Tabladeilustraciones">
    <w:name w:val="table of figures"/>
    <w:basedOn w:val="Normal"/>
    <w:next w:val="Normal"/>
    <w:uiPriority w:val="99"/>
    <w:semiHidden/>
    <w:unhideWhenUsed/>
    <w:rsid w:val="00286122"/>
  </w:style>
  <w:style w:type="table" w:styleId="Tablaprofesional">
    <w:name w:val="Table Professional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286122"/>
    <w:pPr>
      <w:spacing w:after="0" w:line="240" w:lineRule="auto"/>
      <w:jc w:val="center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286122"/>
    <w:pPr>
      <w:spacing w:after="0" w:line="240" w:lineRule="auto"/>
      <w:jc w:val="center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tulo">
    <w:name w:val="Title"/>
    <w:basedOn w:val="Normal"/>
    <w:next w:val="Normal"/>
    <w:link w:val="TtuloCar"/>
    <w:uiPriority w:val="10"/>
    <w:qFormat/>
    <w:rsid w:val="00286122"/>
    <w:pPr>
      <w:contextualSpacing/>
    </w:pPr>
    <w:rPr>
      <w:rFonts w:eastAsiaTheme="majorEastAsia" w:cstheme="majorBidi"/>
      <w:color w:val="auto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861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Encabezadodelista">
    <w:name w:val="toa heading"/>
    <w:basedOn w:val="Normal"/>
    <w:next w:val="Normal"/>
    <w:uiPriority w:val="99"/>
    <w:semiHidden/>
    <w:unhideWhenUsed/>
    <w:rsid w:val="00286122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TDC1">
    <w:name w:val="toc 1"/>
    <w:basedOn w:val="Normal"/>
    <w:next w:val="Normal"/>
    <w:autoRedefine/>
    <w:uiPriority w:val="39"/>
    <w:semiHidden/>
    <w:unhideWhenUsed/>
    <w:rsid w:val="00286122"/>
    <w:pPr>
      <w:spacing w:after="100"/>
    </w:pPr>
  </w:style>
  <w:style w:type="paragraph" w:styleId="TDC2">
    <w:name w:val="toc 2"/>
    <w:basedOn w:val="Normal"/>
    <w:next w:val="Normal"/>
    <w:autoRedefine/>
    <w:uiPriority w:val="39"/>
    <w:semiHidden/>
    <w:unhideWhenUsed/>
    <w:rsid w:val="00286122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semiHidden/>
    <w:unhideWhenUsed/>
    <w:rsid w:val="00286122"/>
    <w:pPr>
      <w:spacing w:after="100"/>
      <w:ind w:left="440"/>
    </w:pPr>
  </w:style>
  <w:style w:type="paragraph" w:styleId="TDC4">
    <w:name w:val="toc 4"/>
    <w:basedOn w:val="Normal"/>
    <w:next w:val="Normal"/>
    <w:autoRedefine/>
    <w:uiPriority w:val="39"/>
    <w:semiHidden/>
    <w:unhideWhenUsed/>
    <w:rsid w:val="00286122"/>
    <w:pPr>
      <w:spacing w:after="100"/>
      <w:ind w:left="660"/>
    </w:pPr>
  </w:style>
  <w:style w:type="paragraph" w:styleId="TDC5">
    <w:name w:val="toc 5"/>
    <w:basedOn w:val="Normal"/>
    <w:next w:val="Normal"/>
    <w:autoRedefine/>
    <w:uiPriority w:val="39"/>
    <w:semiHidden/>
    <w:unhideWhenUsed/>
    <w:rsid w:val="00286122"/>
    <w:pPr>
      <w:spacing w:after="100"/>
      <w:ind w:left="880"/>
    </w:pPr>
  </w:style>
  <w:style w:type="paragraph" w:styleId="TDC6">
    <w:name w:val="toc 6"/>
    <w:basedOn w:val="Normal"/>
    <w:next w:val="Normal"/>
    <w:autoRedefine/>
    <w:uiPriority w:val="39"/>
    <w:semiHidden/>
    <w:unhideWhenUsed/>
    <w:rsid w:val="00286122"/>
    <w:pPr>
      <w:spacing w:after="100"/>
      <w:ind w:left="1100"/>
    </w:pPr>
  </w:style>
  <w:style w:type="paragraph" w:styleId="TDC7">
    <w:name w:val="toc 7"/>
    <w:basedOn w:val="Normal"/>
    <w:next w:val="Normal"/>
    <w:autoRedefine/>
    <w:uiPriority w:val="39"/>
    <w:semiHidden/>
    <w:unhideWhenUsed/>
    <w:rsid w:val="00286122"/>
    <w:pPr>
      <w:spacing w:after="100"/>
      <w:ind w:left="1320"/>
    </w:pPr>
  </w:style>
  <w:style w:type="paragraph" w:styleId="TDC8">
    <w:name w:val="toc 8"/>
    <w:basedOn w:val="Normal"/>
    <w:next w:val="Normal"/>
    <w:autoRedefine/>
    <w:uiPriority w:val="39"/>
    <w:semiHidden/>
    <w:unhideWhenUsed/>
    <w:rsid w:val="00286122"/>
    <w:pPr>
      <w:spacing w:after="100"/>
      <w:ind w:left="1540"/>
    </w:pPr>
  </w:style>
  <w:style w:type="paragraph" w:styleId="TDC9">
    <w:name w:val="toc 9"/>
    <w:basedOn w:val="Normal"/>
    <w:next w:val="Normal"/>
    <w:autoRedefine/>
    <w:uiPriority w:val="39"/>
    <w:semiHidden/>
    <w:unhideWhenUsed/>
    <w:rsid w:val="00286122"/>
    <w:pPr>
      <w:spacing w:after="100"/>
      <w:ind w:left="1760"/>
    </w:pPr>
  </w:style>
  <w:style w:type="paragraph" w:styleId="TtuloTDC">
    <w:name w:val="TOC Heading"/>
    <w:basedOn w:val="Ttulo1"/>
    <w:next w:val="Normal"/>
    <w:uiPriority w:val="39"/>
    <w:semiHidden/>
    <w:unhideWhenUsed/>
    <w:qFormat/>
    <w:rsid w:val="00286122"/>
    <w:pPr>
      <w:keepNext/>
      <w:keepLines/>
      <w:spacing w:before="240" w:after="0" w:line="240" w:lineRule="auto"/>
      <w:outlineLvl w:val="9"/>
    </w:pPr>
    <w:rPr>
      <w:rFonts w:eastAsiaTheme="majorEastAsia" w:cstheme="majorBidi"/>
      <w:b w:val="0"/>
      <w:caps w:val="0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C:\Users\mikyg\Desktop\Invitados%204to%20Bach.xlsx" TargetMode="External"/><Relationship Id="rId2" Type="http://schemas.openxmlformats.org/officeDocument/2006/relationships/mailMergeSource" Target="file:///C:\Users\mikyg\Desktop\Invitados%204to%20Bach.xlsx" TargetMode="External"/><Relationship Id="rId1" Type="http://schemas.openxmlformats.org/officeDocument/2006/relationships/attachedTemplate" Target="file:///C:\Users\mikyg\AppData\Roaming\Microsoft\Templates\Invitaci&#243;n%20de%20d&#237;a%20festivo%20con%20adornos%20y%20un%20margen%20en%20forma%20de%20espiral%20(dise&#241;o%20informal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odule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92ABB-EDFF-4271-8D16-203B67D69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Invitación de día festivo con adornos y un margen en forma de espiral (diseño informal).dotx</Template>
  <TotalTime>186</TotalTime>
  <Pages>1</Pages>
  <Words>102</Words>
  <Characters>566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Miguel Velasquez</dc:creator>
  <cp:lastModifiedBy>Miguel Velasquez</cp:lastModifiedBy>
  <cp:revision>3</cp:revision>
  <dcterms:created xsi:type="dcterms:W3CDTF">2022-04-26T00:23:00Z</dcterms:created>
  <dcterms:modified xsi:type="dcterms:W3CDTF">2022-04-26T03:42:00Z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