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610B" w:rsidRDefault="00CC610B" w:rsidP="00CC610B">
      <w:r>
        <w:rPr>
          <w:noProof/>
          <w:lang w:eastAsia="es-G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-1051560</wp:posOffset>
            </wp:positionH>
            <wp:positionV relativeFrom="paragraph">
              <wp:posOffset>-956945</wp:posOffset>
            </wp:positionV>
            <wp:extent cx="7714615" cy="3448050"/>
            <wp:effectExtent l="0" t="0" r="635" b="0"/>
            <wp:wrapNone/>
            <wp:docPr id="3" name="Imagen 3" descr="Plantilla de Logo Restaurante | PosterMyW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lantilla de Logo Restaurante | PosterMyWall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9119" cy="34500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C610B" w:rsidRPr="00CC610B" w:rsidRDefault="00CC610B" w:rsidP="00CC610B"/>
    <w:p w:rsidR="00CC610B" w:rsidRPr="00CC610B" w:rsidRDefault="00CC610B" w:rsidP="00CC610B"/>
    <w:p w:rsidR="00CC610B" w:rsidRPr="00CC610B" w:rsidRDefault="00CC610B" w:rsidP="00CC610B"/>
    <w:p w:rsidR="00CC610B" w:rsidRPr="00CC610B" w:rsidRDefault="00CC610B" w:rsidP="00CC610B"/>
    <w:p w:rsidR="00CC610B" w:rsidRPr="00CC610B" w:rsidRDefault="00CC610B" w:rsidP="00CC610B"/>
    <w:p w:rsidR="00CC610B" w:rsidRPr="00CC610B" w:rsidRDefault="00CC610B" w:rsidP="00CC610B"/>
    <w:p w:rsidR="00CC610B" w:rsidRPr="00CC610B" w:rsidRDefault="00CC610B" w:rsidP="00CC610B">
      <w:bookmarkStart w:id="0" w:name="_GoBack"/>
    </w:p>
    <w:bookmarkEnd w:id="0"/>
    <w:p w:rsidR="00CC610B" w:rsidRPr="00CC610B" w:rsidRDefault="00CC610B" w:rsidP="00CC610B"/>
    <w:p w:rsidR="00CC610B" w:rsidRDefault="00CC610B" w:rsidP="00CC610B"/>
    <w:p w:rsidR="005D42C4" w:rsidRDefault="00CC610B" w:rsidP="00CC610B">
      <w:pPr>
        <w:tabs>
          <w:tab w:val="left" w:pos="1125"/>
        </w:tabs>
        <w:jc w:val="center"/>
        <w:rPr>
          <w:sz w:val="52"/>
          <w:szCs w:val="52"/>
        </w:rPr>
      </w:pPr>
      <w:r w:rsidRPr="00CC610B">
        <w:rPr>
          <w:sz w:val="52"/>
          <w:szCs w:val="52"/>
        </w:rPr>
        <w:t>MENU DEL DÍA</w:t>
      </w:r>
    </w:p>
    <w:p w:rsidR="00CC610B" w:rsidRDefault="00CC610B" w:rsidP="00CC610B">
      <w:pPr>
        <w:tabs>
          <w:tab w:val="left" w:pos="1125"/>
        </w:tabs>
        <w:jc w:val="center"/>
        <w:rPr>
          <w:sz w:val="52"/>
          <w:szCs w:val="52"/>
        </w:rPr>
      </w:pPr>
    </w:p>
    <w:p w:rsidR="00CC610B" w:rsidRDefault="00CC610B" w:rsidP="00CC610B">
      <w:pPr>
        <w:tabs>
          <w:tab w:val="left" w:pos="1125"/>
          <w:tab w:val="left" w:pos="6210"/>
        </w:tabs>
        <w:rPr>
          <w:sz w:val="24"/>
          <w:szCs w:val="24"/>
        </w:rPr>
      </w:pPr>
      <w:r>
        <w:rPr>
          <w:sz w:val="24"/>
          <w:szCs w:val="24"/>
        </w:rPr>
        <w:t>Plato de entrada:</w:t>
      </w:r>
      <w:r w:rsidR="0070362E">
        <w:rPr>
          <w:sz w:val="24"/>
          <w:szCs w:val="24"/>
        </w:rPr>
        <w:t xml:space="preserve"> </w:t>
      </w:r>
      <w:r w:rsidR="0070362E" w:rsidRPr="0070362E">
        <w:rPr>
          <w:color w:val="0070C0"/>
          <w:sz w:val="24"/>
          <w:szCs w:val="24"/>
        </w:rPr>
        <w:t xml:space="preserve">Sopa de zanahoria                                          </w:t>
      </w:r>
      <w:r w:rsidRPr="0070362E">
        <w:rPr>
          <w:color w:val="0070C0"/>
          <w:sz w:val="24"/>
          <w:szCs w:val="24"/>
        </w:rPr>
        <w:t xml:space="preserve"> </w:t>
      </w:r>
      <w:r>
        <w:rPr>
          <w:sz w:val="24"/>
          <w:szCs w:val="24"/>
        </w:rPr>
        <w:t>Postre del día:</w:t>
      </w:r>
      <w:r w:rsidR="0070362E">
        <w:rPr>
          <w:sz w:val="24"/>
          <w:szCs w:val="24"/>
        </w:rPr>
        <w:t xml:space="preserve"> </w:t>
      </w:r>
      <w:r w:rsidR="0070362E" w:rsidRPr="0070362E">
        <w:rPr>
          <w:color w:val="0070C0"/>
          <w:sz w:val="24"/>
          <w:szCs w:val="24"/>
        </w:rPr>
        <w:t>Helado</w:t>
      </w:r>
    </w:p>
    <w:p w:rsidR="00CC610B" w:rsidRDefault="00CC610B" w:rsidP="00CC610B">
      <w:pPr>
        <w:tabs>
          <w:tab w:val="left" w:pos="1125"/>
        </w:tabs>
        <w:rPr>
          <w:sz w:val="24"/>
          <w:szCs w:val="24"/>
        </w:rPr>
      </w:pPr>
    </w:p>
    <w:p w:rsidR="00CC610B" w:rsidRDefault="00CC610B" w:rsidP="00CC610B">
      <w:pPr>
        <w:tabs>
          <w:tab w:val="left" w:pos="1125"/>
        </w:tabs>
        <w:rPr>
          <w:sz w:val="24"/>
          <w:szCs w:val="24"/>
        </w:rPr>
      </w:pPr>
    </w:p>
    <w:p w:rsidR="00CC610B" w:rsidRDefault="00CC610B" w:rsidP="00CC610B">
      <w:pPr>
        <w:tabs>
          <w:tab w:val="left" w:pos="1125"/>
        </w:tabs>
        <w:rPr>
          <w:sz w:val="24"/>
          <w:szCs w:val="24"/>
        </w:rPr>
      </w:pPr>
    </w:p>
    <w:p w:rsidR="00CC610B" w:rsidRPr="0070362E" w:rsidRDefault="00CC610B" w:rsidP="00CC610B">
      <w:pPr>
        <w:tabs>
          <w:tab w:val="left" w:pos="1125"/>
          <w:tab w:val="left" w:pos="6180"/>
        </w:tabs>
        <w:rPr>
          <w:color w:val="0070C0"/>
          <w:sz w:val="24"/>
          <w:szCs w:val="24"/>
        </w:rPr>
      </w:pPr>
      <w:r>
        <w:rPr>
          <w:sz w:val="24"/>
          <w:szCs w:val="24"/>
        </w:rPr>
        <w:t>Plato Fuerte:</w:t>
      </w:r>
      <w:r w:rsidR="0070362E">
        <w:rPr>
          <w:sz w:val="24"/>
          <w:szCs w:val="24"/>
        </w:rPr>
        <w:t xml:space="preserve"> </w:t>
      </w:r>
      <w:r w:rsidR="0070362E" w:rsidRPr="0070362E">
        <w:rPr>
          <w:color w:val="0070C0"/>
          <w:sz w:val="24"/>
          <w:szCs w:val="24"/>
        </w:rPr>
        <w:t>Pollo a la plancha</w:t>
      </w:r>
      <w:r w:rsidR="0070362E">
        <w:rPr>
          <w:sz w:val="24"/>
          <w:szCs w:val="24"/>
        </w:rPr>
        <w:t xml:space="preserve">                                                 </w:t>
      </w:r>
      <w:r>
        <w:rPr>
          <w:sz w:val="24"/>
          <w:szCs w:val="24"/>
        </w:rPr>
        <w:t xml:space="preserve">  Bebida del día:</w:t>
      </w:r>
      <w:r w:rsidR="0070362E">
        <w:rPr>
          <w:sz w:val="24"/>
          <w:szCs w:val="24"/>
        </w:rPr>
        <w:t xml:space="preserve"> </w:t>
      </w:r>
      <w:r w:rsidR="0070362E" w:rsidRPr="0070362E">
        <w:rPr>
          <w:color w:val="0070C0"/>
          <w:sz w:val="24"/>
          <w:szCs w:val="24"/>
        </w:rPr>
        <w:t>Jugo de naranja</w:t>
      </w:r>
    </w:p>
    <w:p w:rsidR="00CC610B" w:rsidRPr="00CC610B" w:rsidRDefault="00CC610B" w:rsidP="00CC610B">
      <w:pPr>
        <w:rPr>
          <w:sz w:val="24"/>
          <w:szCs w:val="24"/>
        </w:rPr>
      </w:pPr>
    </w:p>
    <w:p w:rsidR="00CC610B" w:rsidRPr="00CC610B" w:rsidRDefault="00CC610B" w:rsidP="00CC610B">
      <w:pPr>
        <w:rPr>
          <w:sz w:val="24"/>
          <w:szCs w:val="24"/>
        </w:rPr>
      </w:pPr>
    </w:p>
    <w:p w:rsidR="00CC610B" w:rsidRPr="00CC610B" w:rsidRDefault="00CC610B" w:rsidP="00CC610B">
      <w:pPr>
        <w:rPr>
          <w:sz w:val="24"/>
          <w:szCs w:val="24"/>
        </w:rPr>
      </w:pPr>
    </w:p>
    <w:p w:rsidR="00CC610B" w:rsidRDefault="00CC610B" w:rsidP="00CC610B">
      <w:pPr>
        <w:rPr>
          <w:sz w:val="24"/>
          <w:szCs w:val="24"/>
        </w:rPr>
      </w:pPr>
    </w:p>
    <w:p w:rsidR="00CC610B" w:rsidRPr="0070362E" w:rsidRDefault="0070362E" w:rsidP="00CC610B">
      <w:pPr>
        <w:tabs>
          <w:tab w:val="left" w:pos="3480"/>
        </w:tabs>
        <w:rPr>
          <w:color w:val="0070C0"/>
          <w:sz w:val="24"/>
          <w:szCs w:val="24"/>
        </w:rPr>
      </w:pPr>
      <w:r>
        <w:rPr>
          <w:sz w:val="24"/>
          <w:szCs w:val="24"/>
        </w:rPr>
        <w:tab/>
        <w:t xml:space="preserve">  </w:t>
      </w:r>
      <w:r w:rsidR="00CC610B">
        <w:rPr>
          <w:sz w:val="24"/>
          <w:szCs w:val="24"/>
        </w:rPr>
        <w:t xml:space="preserve"> Fecha:</w:t>
      </w:r>
      <w:r>
        <w:rPr>
          <w:sz w:val="24"/>
          <w:szCs w:val="24"/>
        </w:rPr>
        <w:t xml:space="preserve"> </w:t>
      </w:r>
      <w:r w:rsidRPr="0070362E">
        <w:rPr>
          <w:color w:val="0070C0"/>
          <w:sz w:val="24"/>
          <w:szCs w:val="24"/>
        </w:rPr>
        <w:t>22/07/2022</w:t>
      </w:r>
    </w:p>
    <w:sectPr w:rsidR="00CC610B" w:rsidRPr="007036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62E"/>
    <w:rsid w:val="003D2125"/>
    <w:rsid w:val="005D42C4"/>
    <w:rsid w:val="0070362E"/>
    <w:rsid w:val="00CC610B"/>
    <w:rsid w:val="00F6302E"/>
    <w:rsid w:val="00FF7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B32E54-2D2C-44C7-8B84-D36DAC4D9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studiantes\Desktop\MENU%20DEL%20D&#205;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MENU DEL DÍA</Template>
  <TotalTime>3</TotalTime>
  <Pages>1</Pages>
  <Words>41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Estudiantes</dc:creator>
  <cp:keywords/>
  <dc:description/>
  <cp:lastModifiedBy>Estudiantes</cp:lastModifiedBy>
  <cp:revision>1</cp:revision>
  <dcterms:created xsi:type="dcterms:W3CDTF">2022-07-22T20:25:00Z</dcterms:created>
  <dcterms:modified xsi:type="dcterms:W3CDTF">2022-07-22T20:28:00Z</dcterms:modified>
</cp:coreProperties>
</file>